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71B85" w14:textId="77777777" w:rsidR="004B4E99" w:rsidRDefault="00997F14" w:rsidP="004B4E99">
      <w:pPr>
        <w:spacing w:line="240" w:lineRule="auto"/>
        <w:jc w:val="right"/>
        <w:rPr>
          <w:rFonts w:ascii="Corbel" w:hAnsi="Corbel"/>
          <w:bCs/>
          <w:i/>
        </w:rPr>
      </w:pPr>
      <w:r w:rsidRPr="3F4099EC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B4E99">
        <w:rPr>
          <w:rFonts w:ascii="Corbel" w:hAnsi="Corbel"/>
          <w:bCs/>
          <w:i/>
        </w:rPr>
        <w:t>Załącznik nr 1.5 do Zarządzenia Rektora UR nr 7/2023</w:t>
      </w:r>
    </w:p>
    <w:p w14:paraId="4A57C191" w14:textId="77777777" w:rsidR="004B4E99" w:rsidRDefault="004B4E99" w:rsidP="004B4E9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3A9A215" w14:textId="38E66360" w:rsidR="004B4E99" w:rsidRDefault="004B4E99" w:rsidP="004B4E9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015B5A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015B5A">
        <w:rPr>
          <w:rFonts w:ascii="Corbel" w:hAnsi="Corbel"/>
          <w:b/>
          <w:smallCaps/>
          <w:sz w:val="24"/>
          <w:szCs w:val="24"/>
        </w:rPr>
        <w:t>8</w:t>
      </w:r>
    </w:p>
    <w:p w14:paraId="3DBBC144" w14:textId="77777777" w:rsidR="004B4E99" w:rsidRDefault="004B4E99" w:rsidP="004B4E99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2A4584F3" w14:textId="654140E6" w:rsidR="00DC6125" w:rsidRDefault="00DC6125" w:rsidP="00DC6125">
      <w:pPr>
        <w:spacing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015B5A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015B5A">
        <w:rPr>
          <w:rFonts w:ascii="Corbel" w:hAnsi="Corbel"/>
          <w:sz w:val="20"/>
          <w:szCs w:val="20"/>
        </w:rPr>
        <w:t>7</w:t>
      </w: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12BA7B6" w14:textId="77777777" w:rsidTr="2D6802F4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CE5533" w14:textId="77777777" w:rsidR="0085747A" w:rsidRPr="003E6378" w:rsidRDefault="00B2602D" w:rsidP="2D6802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b/>
                <w:bCs/>
                <w:sz w:val="24"/>
                <w:szCs w:val="24"/>
                <w:lang w:eastAsia="pl-PL"/>
              </w:rPr>
            </w:pPr>
            <w:r w:rsidRPr="2D6802F4">
              <w:rPr>
                <w:rFonts w:ascii="Corbel" w:eastAsia="Times New Roman" w:hAnsi="Corbel" w:cs="Courier New"/>
                <w:b/>
                <w:bCs/>
                <w:sz w:val="24"/>
                <w:szCs w:val="24"/>
                <w:lang w:eastAsia="pl-PL"/>
              </w:rPr>
              <w:t>Instytucje U</w:t>
            </w:r>
            <w:r w:rsidR="003E6378" w:rsidRPr="2D6802F4">
              <w:rPr>
                <w:rFonts w:ascii="Corbel" w:eastAsia="Times New Roman" w:hAnsi="Corbel" w:cs="Courier New"/>
                <w:b/>
                <w:bCs/>
                <w:sz w:val="24"/>
                <w:szCs w:val="24"/>
                <w:lang w:eastAsia="pl-PL"/>
              </w:rPr>
              <w:t>nii Europejskiej</w:t>
            </w:r>
          </w:p>
        </w:tc>
      </w:tr>
      <w:tr w:rsidR="0085747A" w:rsidRPr="009C54AE" w14:paraId="6793E9E4" w14:textId="77777777" w:rsidTr="2D6802F4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3355C7" w14:textId="77777777" w:rsidR="0085747A" w:rsidRPr="003E6378" w:rsidRDefault="003E63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MK_19</w:t>
            </w:r>
          </w:p>
        </w:tc>
      </w:tr>
      <w:tr w:rsidR="0085747A" w:rsidRPr="009C54AE" w14:paraId="5C0172EC" w14:textId="77777777" w:rsidTr="2D6802F4">
        <w:tc>
          <w:tcPr>
            <w:tcW w:w="2694" w:type="dxa"/>
            <w:vAlign w:val="center"/>
          </w:tcPr>
          <w:p w14:paraId="249A5C1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63108474" w:rsidR="0085747A" w:rsidRPr="003E6378" w:rsidRDefault="00015B5A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Wydział</w:t>
            </w:r>
            <w:r w:rsidR="00D93522" w:rsidRPr="003E6378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 xml:space="preserve"> Nauk Społecznych</w:t>
            </w:r>
          </w:p>
        </w:tc>
      </w:tr>
      <w:tr w:rsidR="0085747A" w:rsidRPr="009C54AE" w14:paraId="52EF737E" w14:textId="77777777" w:rsidTr="2D6802F4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CECFAE1" w14:textId="11A95299" w:rsidR="0085747A" w:rsidRPr="003E6378" w:rsidRDefault="0009066F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09066F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Wydział Prawa i Administracji</w:t>
            </w:r>
          </w:p>
        </w:tc>
      </w:tr>
      <w:tr w:rsidR="0085747A" w:rsidRPr="009C54AE" w14:paraId="58415E7B" w14:textId="77777777" w:rsidTr="2D6802F4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3E6378" w:rsidRDefault="00D93522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3E6378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Stosunki międzynarodowe</w:t>
            </w:r>
          </w:p>
        </w:tc>
      </w:tr>
      <w:tr w:rsidR="0085747A" w:rsidRPr="009C54AE" w14:paraId="11529C0C" w14:textId="77777777" w:rsidTr="2D6802F4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90E256" w14:textId="77777777" w:rsidR="0085747A" w:rsidRPr="003E6378" w:rsidRDefault="00D93522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3E6378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Studia I stopnia</w:t>
            </w:r>
          </w:p>
        </w:tc>
      </w:tr>
      <w:tr w:rsidR="0085747A" w:rsidRPr="009C54AE" w14:paraId="020B26A7" w14:textId="77777777" w:rsidTr="2D6802F4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85747A" w:rsidRPr="003E6378" w:rsidRDefault="003E6378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ogólnoakademicki</w:t>
            </w:r>
          </w:p>
        </w:tc>
      </w:tr>
      <w:tr w:rsidR="0085747A" w:rsidRPr="009C54AE" w14:paraId="18E4151E" w14:textId="77777777" w:rsidTr="2D6802F4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F4A1ED" w14:textId="77777777" w:rsidR="0085747A" w:rsidRPr="003E6378" w:rsidRDefault="009463DF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Nies</w:t>
            </w:r>
            <w:r w:rsidR="00D93522" w:rsidRPr="003E6378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9C54AE" w14:paraId="3CA2651D" w14:textId="77777777" w:rsidTr="2D6802F4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704B3A" w14:textId="7B69BB1C" w:rsidR="0085747A" w:rsidRPr="003E6378" w:rsidRDefault="00B2602D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3E6378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II</w:t>
            </w:r>
            <w:r w:rsidR="0037498B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 xml:space="preserve"> / </w:t>
            </w:r>
            <w:r w:rsidRPr="003E6378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IV</w:t>
            </w:r>
          </w:p>
        </w:tc>
      </w:tr>
      <w:tr w:rsidR="0085747A" w:rsidRPr="009C54AE" w14:paraId="69EA273B" w14:textId="77777777" w:rsidTr="2D6802F4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065D86" w14:textId="77777777" w:rsidR="0085747A" w:rsidRPr="003E6378" w:rsidRDefault="004478A2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urier New"/>
                <w:b w:val="0"/>
                <w:sz w:val="24"/>
                <w:szCs w:val="24"/>
              </w:rPr>
            </w:pPr>
            <w:r w:rsidRPr="003E6378">
              <w:rPr>
                <w:rFonts w:ascii="Corbel" w:hAnsi="Corbel" w:cs="Courier New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26EB6C12" w14:textId="77777777" w:rsidTr="2D6802F4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3E6378" w:rsidRDefault="004478A2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urier New"/>
                <w:b w:val="0"/>
                <w:sz w:val="24"/>
                <w:szCs w:val="24"/>
              </w:rPr>
            </w:pPr>
            <w:r w:rsidRPr="003E6378">
              <w:rPr>
                <w:rFonts w:ascii="Corbel" w:hAnsi="Corbel" w:cs="Courier New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E543895" w14:textId="77777777" w:rsidTr="2D6802F4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27FE74" w14:textId="77777777" w:rsidR="0085747A" w:rsidRPr="003E6378" w:rsidRDefault="004478A2" w:rsidP="00447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3E6378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Dr hab. Lidia Brodowski, prof. UR</w:t>
            </w:r>
          </w:p>
        </w:tc>
      </w:tr>
      <w:tr w:rsidR="0085747A" w:rsidRPr="009C54AE" w14:paraId="13F6FA47" w14:textId="77777777" w:rsidTr="2D6802F4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DDD793" w14:textId="6940658E" w:rsidR="0085747A" w:rsidRPr="003E6378" w:rsidRDefault="004478A2" w:rsidP="00447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3E6378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 xml:space="preserve">dr Anna Marcisz – Dynia, </w:t>
            </w:r>
            <w:r w:rsidR="004B4E99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dr</w:t>
            </w:r>
            <w:r w:rsidRPr="003E6378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 xml:space="preserve"> Sabina Kubas 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900"/>
        <w:gridCol w:w="825"/>
        <w:gridCol w:w="930"/>
        <w:gridCol w:w="720"/>
        <w:gridCol w:w="945"/>
        <w:gridCol w:w="765"/>
        <w:gridCol w:w="900"/>
        <w:gridCol w:w="1080"/>
        <w:gridCol w:w="1363"/>
      </w:tblGrid>
      <w:tr w:rsidR="00015B8F" w:rsidRPr="009C54AE" w14:paraId="4A00F406" w14:textId="77777777" w:rsidTr="2D6802F4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3AF0D15" w14:textId="77777777" w:rsidTr="2D6802F4">
        <w:trPr>
          <w:trHeight w:val="453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BD8D" w14:textId="77777777" w:rsidR="00015B8F" w:rsidRPr="009C54AE" w:rsidRDefault="00B260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77777777" w:rsidR="00015B8F" w:rsidRPr="009C54AE" w:rsidRDefault="009463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2602D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9463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E137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DDBEF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2500F38" w14:textId="77777777" w:rsidR="0085747A" w:rsidRPr="00D15EE9" w:rsidRDefault="004478A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15EE9">
        <w:rPr>
          <w:rFonts w:ascii="Segoe UI Symbol" w:eastAsia="MS Gothic" w:hAnsi="Segoe UI Symbol" w:cs="Segoe UI Symbol"/>
          <w:b w:val="0"/>
          <w:color w:val="000000"/>
          <w:szCs w:val="24"/>
        </w:rPr>
        <w:t>✓</w:t>
      </w:r>
      <w:r w:rsidR="0085747A" w:rsidRPr="00D15EE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C42827B" w14:textId="77777777" w:rsidR="0085747A" w:rsidRPr="00D15EE9" w:rsidRDefault="004478A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15EE9">
        <w:rPr>
          <w:rFonts w:ascii="Segoe UI Symbol" w:eastAsia="MS Gothic" w:hAnsi="Segoe UI Symbol" w:cs="Segoe UI Symbol"/>
          <w:b w:val="0"/>
          <w:szCs w:val="24"/>
        </w:rPr>
        <w:t>✓</w:t>
      </w:r>
      <w:r w:rsidR="0085747A" w:rsidRPr="00D15EE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0E87E32B" w:rsidR="00E22FBC" w:rsidRPr="009C54AE" w:rsidRDefault="00E22FBC" w:rsidP="3F4099E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F4099EC">
        <w:rPr>
          <w:rFonts w:ascii="Corbel" w:hAnsi="Corbel"/>
          <w:smallCaps w:val="0"/>
        </w:rPr>
        <w:t xml:space="preserve">1.3 </w:t>
      </w:r>
      <w:r>
        <w:tab/>
      </w:r>
      <w:r w:rsidRPr="3F4099EC">
        <w:rPr>
          <w:rFonts w:ascii="Corbel" w:hAnsi="Corbel"/>
          <w:smallCaps w:val="0"/>
        </w:rPr>
        <w:t>For</w:t>
      </w:r>
      <w:r w:rsidR="00445970" w:rsidRPr="3F4099EC">
        <w:rPr>
          <w:rFonts w:ascii="Corbel" w:hAnsi="Corbel"/>
          <w:smallCaps w:val="0"/>
        </w:rPr>
        <w:t xml:space="preserve">ma zaliczenia przedmiotu </w:t>
      </w:r>
      <w:r w:rsidRPr="3F4099EC">
        <w:rPr>
          <w:rFonts w:ascii="Corbel" w:hAnsi="Corbel"/>
          <w:smallCaps w:val="0"/>
        </w:rPr>
        <w:t xml:space="preserve">(z toku) </w:t>
      </w:r>
      <w:r w:rsidRPr="3F4099EC">
        <w:rPr>
          <w:rFonts w:ascii="Corbel" w:hAnsi="Corbel"/>
          <w:b w:val="0"/>
          <w:smallCaps w:val="0"/>
        </w:rPr>
        <w:t>(egzamin, zaliczenie z oceną, zaliczenie bez oceny)</w:t>
      </w:r>
    </w:p>
    <w:p w14:paraId="7E6B9003" w14:textId="77777777" w:rsidR="00E1378B" w:rsidRPr="00D15EE9" w:rsidRDefault="00E1378B" w:rsidP="00E1378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Corbel" w:eastAsia="Cambria" w:hAnsi="Corbel"/>
          <w:sz w:val="24"/>
        </w:rPr>
      </w:pPr>
      <w:r w:rsidRPr="00D15EE9">
        <w:rPr>
          <w:rFonts w:ascii="Corbel" w:eastAsia="Cambria" w:hAnsi="Corbel"/>
          <w:sz w:val="24"/>
        </w:rPr>
        <w:t>wykład – egzamin - test</w:t>
      </w:r>
    </w:p>
    <w:p w14:paraId="23602369" w14:textId="77777777" w:rsidR="00E1378B" w:rsidRPr="00D15EE9" w:rsidRDefault="00E1378B" w:rsidP="2D6802F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Corbel" w:eastAsia="Cambria" w:hAnsi="Corbel"/>
          <w:sz w:val="24"/>
          <w:szCs w:val="24"/>
        </w:rPr>
      </w:pPr>
      <w:r w:rsidRPr="2D6802F4">
        <w:rPr>
          <w:rFonts w:ascii="Corbel" w:eastAsia="Cambria" w:hAnsi="Corbel"/>
          <w:sz w:val="24"/>
          <w:szCs w:val="24"/>
        </w:rPr>
        <w:t>ćwiczenia- zaliczenie z oceną - test</w:t>
      </w:r>
    </w:p>
    <w:p w14:paraId="79C38693" w14:textId="5BC71F06" w:rsidR="2D6802F4" w:rsidRDefault="2D6802F4" w:rsidP="2D6802F4">
      <w:pPr>
        <w:spacing w:after="0" w:line="240" w:lineRule="auto"/>
        <w:jc w:val="both"/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2D6802F4">
        <w:rPr>
          <w:rFonts w:ascii="Corbel" w:hAnsi="Corbel"/>
        </w:rPr>
        <w:t xml:space="preserve">2.Wymagania wstępne </w:t>
      </w:r>
    </w:p>
    <w:p w14:paraId="6A6F2D37" w14:textId="243DEA5B" w:rsidR="2D6802F4" w:rsidRDefault="2D6802F4" w:rsidP="2D6802F4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15EE9" w14:paraId="65F884EF" w14:textId="77777777" w:rsidTr="2D6802F4">
        <w:tc>
          <w:tcPr>
            <w:tcW w:w="9670" w:type="dxa"/>
          </w:tcPr>
          <w:p w14:paraId="483D41B7" w14:textId="77777777" w:rsidR="0085747A" w:rsidRPr="00D15EE9" w:rsidRDefault="79D54BDD" w:rsidP="2D6802F4">
            <w:pPr>
              <w:pStyle w:val="Punktygwne"/>
              <w:spacing w:before="0"/>
              <w:rPr>
                <w:rFonts w:ascii="Corbel" w:hAnsi="Corbel"/>
                <w:b w:val="0"/>
                <w:color w:val="000000"/>
              </w:rPr>
            </w:pPr>
            <w:r w:rsidRPr="2D6802F4">
              <w:rPr>
                <w:rFonts w:ascii="Corbel" w:hAnsi="Corbel"/>
                <w:b w:val="0"/>
                <w:color w:val="000000" w:themeColor="text1"/>
              </w:rPr>
              <w:t>Podstawowa wiedza z zakresu wstępu do prawoznawstwa</w:t>
            </w:r>
          </w:p>
        </w:tc>
      </w:tr>
    </w:tbl>
    <w:p w14:paraId="0562CB0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3BB2B38E" w:rsidR="0085747A" w:rsidRPr="00C05F44" w:rsidRDefault="0071620A" w:rsidP="3F4099EC">
      <w:pPr>
        <w:pStyle w:val="Punktygwne"/>
        <w:spacing w:before="0" w:after="0"/>
        <w:rPr>
          <w:rFonts w:ascii="Corbel" w:hAnsi="Corbel"/>
        </w:rPr>
      </w:pPr>
      <w:r w:rsidRPr="3F4099EC">
        <w:rPr>
          <w:rFonts w:ascii="Corbel" w:hAnsi="Corbel"/>
        </w:rPr>
        <w:t>3.</w:t>
      </w:r>
      <w:r w:rsidR="0085747A" w:rsidRPr="3F4099EC">
        <w:rPr>
          <w:rFonts w:ascii="Corbel" w:hAnsi="Corbel"/>
        </w:rPr>
        <w:t xml:space="preserve"> </w:t>
      </w:r>
      <w:r w:rsidR="00A84C85" w:rsidRPr="3F4099EC">
        <w:rPr>
          <w:rFonts w:ascii="Corbel" w:hAnsi="Corbel"/>
        </w:rPr>
        <w:t>cele, efekty uczenia się</w:t>
      </w:r>
      <w:r w:rsidR="0085747A" w:rsidRPr="3F4099EC">
        <w:rPr>
          <w:rFonts w:ascii="Corbel" w:hAnsi="Corbel"/>
        </w:rPr>
        <w:t>, treści Programowe i stosowane metody Dydaktyczne</w:t>
      </w:r>
    </w:p>
    <w:p w14:paraId="34CE0A4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2EBF3C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8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5"/>
        <w:gridCol w:w="8968"/>
      </w:tblGrid>
      <w:tr w:rsidR="00B2602D" w:rsidRPr="00632618" w14:paraId="2540DA42" w14:textId="77777777" w:rsidTr="3F4099EC">
        <w:trPr>
          <w:trHeight w:val="256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2B5A4" w14:textId="77777777" w:rsidR="00B2602D" w:rsidRPr="00B2602D" w:rsidRDefault="00B2602D" w:rsidP="009B6F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602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8A12B" w14:textId="04B3C003" w:rsidR="00B2602D" w:rsidRPr="00B2602D" w:rsidRDefault="00B2602D" w:rsidP="3F4099EC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3F4099EC">
              <w:rPr>
                <w:rFonts w:ascii="Corbel" w:hAnsi="Corbel"/>
                <w:b w:val="0"/>
                <w:sz w:val="24"/>
                <w:szCs w:val="24"/>
              </w:rPr>
              <w:t>Przedstawienie historii integracji europejskiej na podstawie wybranych traktatów o</w:t>
            </w:r>
            <w:r w:rsidR="1A540801" w:rsidRPr="3F4099E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3F4099EC">
              <w:rPr>
                <w:rFonts w:ascii="Corbel" w:hAnsi="Corbel"/>
                <w:b w:val="0"/>
                <w:sz w:val="24"/>
                <w:szCs w:val="24"/>
              </w:rPr>
              <w:t xml:space="preserve">charakterze założycielskim, modyfikującym i akcesyjnym. </w:t>
            </w:r>
          </w:p>
        </w:tc>
      </w:tr>
      <w:tr w:rsidR="00B2602D" w:rsidRPr="00632618" w14:paraId="47D41995" w14:textId="77777777" w:rsidTr="3F4099EC">
        <w:trPr>
          <w:trHeight w:val="256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CF7E8" w14:textId="77777777" w:rsidR="00B2602D" w:rsidRPr="00B2602D" w:rsidRDefault="00B2602D" w:rsidP="00B2602D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2602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6DB82" w14:textId="50FBDFEB" w:rsidR="00B2602D" w:rsidRPr="00B2602D" w:rsidRDefault="00B2602D" w:rsidP="2D6802F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3F4099EC">
              <w:rPr>
                <w:rFonts w:ascii="Corbel" w:hAnsi="Corbel"/>
                <w:b w:val="0"/>
                <w:sz w:val="24"/>
                <w:szCs w:val="24"/>
              </w:rPr>
              <w:t>Omówienie charakteru prawnego Wspólnoty Europejskiej oraz Unii Europejskiej na podstawie wybranego orzecznictwa Trybunału Sprawiedliwości Unii Europejskiej.</w:t>
            </w:r>
          </w:p>
        </w:tc>
      </w:tr>
      <w:tr w:rsidR="00B2602D" w:rsidRPr="00632618" w14:paraId="2A27716C" w14:textId="77777777" w:rsidTr="3F4099EC">
        <w:trPr>
          <w:trHeight w:val="256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B3C4" w14:textId="77777777" w:rsidR="00B2602D" w:rsidRPr="00B2602D" w:rsidRDefault="00B2602D" w:rsidP="009B6F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602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E637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7CC1D" w14:textId="0FB63EE8" w:rsidR="00B2602D" w:rsidRPr="00B2602D" w:rsidRDefault="00B2602D" w:rsidP="2D6802F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3F4099EC">
              <w:rPr>
                <w:rFonts w:ascii="Corbel" w:hAnsi="Corbel"/>
                <w:b w:val="0"/>
                <w:sz w:val="24"/>
                <w:szCs w:val="24"/>
              </w:rPr>
              <w:t xml:space="preserve">Omówienie celów UE i podziału kompetencji pomiędzy Unię Europejską a państwa członkowskie UE. </w:t>
            </w:r>
          </w:p>
        </w:tc>
      </w:tr>
      <w:tr w:rsidR="00B2602D" w:rsidRPr="00632618" w14:paraId="5E9F77AF" w14:textId="77777777" w:rsidTr="3F4099EC">
        <w:trPr>
          <w:trHeight w:val="256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F916" w14:textId="77777777" w:rsidR="00B2602D" w:rsidRPr="00B2602D" w:rsidRDefault="00B2602D" w:rsidP="009B6F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602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E637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FFD37" w14:textId="7D836C65" w:rsidR="00B2602D" w:rsidRPr="00B2602D" w:rsidRDefault="00B2602D" w:rsidP="2D6802F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3F4099EC">
              <w:rPr>
                <w:rFonts w:ascii="Corbel" w:hAnsi="Corbel"/>
                <w:b w:val="0"/>
                <w:sz w:val="24"/>
                <w:szCs w:val="24"/>
              </w:rPr>
              <w:t xml:space="preserve">Omówienie wartości na których opiera się Unia Europejska (art. 2 TUE) oraz konsekwencji naruszenia tych wartości (procedura z art. 7 TUE). </w:t>
            </w:r>
          </w:p>
        </w:tc>
      </w:tr>
      <w:tr w:rsidR="00B2602D" w:rsidRPr="00632618" w14:paraId="7F07B9D9" w14:textId="77777777" w:rsidTr="3F4099EC">
        <w:trPr>
          <w:trHeight w:val="256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055E9" w14:textId="77777777" w:rsidR="00B2602D" w:rsidRPr="00B2602D" w:rsidRDefault="00B2602D" w:rsidP="009B6F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602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E6378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99379" w14:textId="559126D1" w:rsidR="00B2602D" w:rsidRPr="00B2602D" w:rsidRDefault="00B2602D" w:rsidP="2D6802F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3F4099EC">
              <w:rPr>
                <w:rFonts w:ascii="Corbel" w:hAnsi="Corbel"/>
                <w:b w:val="0"/>
                <w:sz w:val="24"/>
                <w:szCs w:val="24"/>
              </w:rPr>
              <w:t xml:space="preserve">Omówienie działalności instytucji Unii Europejskiej ze szczególnym uwzględnieniem ich roli w tworzeniu i stosowaniu prawa UE. </w:t>
            </w:r>
          </w:p>
        </w:tc>
      </w:tr>
      <w:tr w:rsidR="00B2602D" w:rsidRPr="00632618" w14:paraId="6CFE0974" w14:textId="77777777" w:rsidTr="3F4099EC">
        <w:trPr>
          <w:trHeight w:val="256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3D6C2" w14:textId="77777777" w:rsidR="00B2602D" w:rsidRPr="00B2602D" w:rsidRDefault="00B2602D" w:rsidP="009B6F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602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E637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  <w:tc>
          <w:tcPr>
            <w:tcW w:w="8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9F23F" w14:textId="60BD844A" w:rsidR="00B2602D" w:rsidRPr="00B2602D" w:rsidRDefault="00B2602D" w:rsidP="2D6802F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3F4099EC">
              <w:rPr>
                <w:rFonts w:ascii="Corbel" w:hAnsi="Corbel"/>
                <w:b w:val="0"/>
                <w:sz w:val="24"/>
                <w:szCs w:val="24"/>
              </w:rPr>
              <w:t xml:space="preserve">Przedstawienie zasad stosowania prawa UE na płaszczyźnie krajowej. </w:t>
            </w:r>
          </w:p>
        </w:tc>
      </w:tr>
      <w:tr w:rsidR="00B2602D" w:rsidRPr="00632618" w14:paraId="1F28385F" w14:textId="77777777" w:rsidTr="3F4099EC">
        <w:trPr>
          <w:trHeight w:val="256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590A8" w14:textId="77777777" w:rsidR="00B2602D" w:rsidRPr="00B2602D" w:rsidRDefault="00B2602D" w:rsidP="009B6F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602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E6378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  <w:tc>
          <w:tcPr>
            <w:tcW w:w="8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1A63D" w14:textId="77777777" w:rsidR="00B2602D" w:rsidRPr="00B2602D" w:rsidRDefault="00B2602D" w:rsidP="2D6802F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2D6802F4">
              <w:rPr>
                <w:rFonts w:ascii="Corbel" w:hAnsi="Corbel"/>
                <w:b w:val="0"/>
                <w:sz w:val="24"/>
                <w:szCs w:val="24"/>
              </w:rPr>
              <w:t>Charakterystyka elementów sądowej kontroli przestrzegania prawa w UE: postępowanie przeciwko państwu członkowskiemu o naruszenie zobowiązania ciążącego na nim na mocy traktatów, skarga na nieważność aktu prawa pochodnego, skarga na bezczynność instytucji, skarga odszkodowawcza.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8CE6F9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1F38664" w14:textId="77777777" w:rsidTr="2D6802F4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2602D" w:rsidRPr="00632618" w14:paraId="3F661A66" w14:textId="77777777" w:rsidTr="2D6802F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5964" w14:textId="77777777" w:rsidR="00B2602D" w:rsidRPr="00B2602D" w:rsidRDefault="00B2602D" w:rsidP="009B6F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602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7D47" w14:textId="77777777" w:rsidR="00B2602D" w:rsidRPr="00B2602D" w:rsidRDefault="6725BAD3" w:rsidP="2D6802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D6802F4">
              <w:rPr>
                <w:rFonts w:ascii="Corbel" w:hAnsi="Corbel"/>
                <w:b w:val="0"/>
                <w:smallCaps w:val="0"/>
              </w:rPr>
              <w:t>Zna i rozumie</w:t>
            </w:r>
            <w:r w:rsidR="00B2602D" w:rsidRPr="2D6802F4">
              <w:rPr>
                <w:rFonts w:ascii="Corbel" w:hAnsi="Corbel"/>
                <w:b w:val="0"/>
                <w:smallCaps w:val="0"/>
              </w:rPr>
              <w:t xml:space="preserve"> jaką rolę spełnia prawo Unii Europejskiej oraz jakie jest miejsce tego prawa w porządku ustrojowym Rzeczypospolitej Polskiej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C99A" w14:textId="77777777" w:rsidR="00C27B41" w:rsidRDefault="00C27B41" w:rsidP="009B6F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K_W02,</w:t>
            </w:r>
          </w:p>
          <w:p w14:paraId="0AD3A7D1" w14:textId="77777777" w:rsidR="00C27B41" w:rsidRPr="00B2602D" w:rsidRDefault="00C27B41" w:rsidP="009B6F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</w:p>
        </w:tc>
      </w:tr>
      <w:tr w:rsidR="00B2602D" w:rsidRPr="00632618" w14:paraId="0CD347C2" w14:textId="77777777" w:rsidTr="2D6802F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6B19" w14:textId="77777777" w:rsidR="00B2602D" w:rsidRPr="00B2602D" w:rsidRDefault="00B2602D" w:rsidP="009B6F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602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30AD" w14:textId="77777777" w:rsidR="00B2602D" w:rsidRPr="00B2602D" w:rsidRDefault="6725BAD3" w:rsidP="2D6802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D6802F4">
              <w:rPr>
                <w:rFonts w:ascii="Corbel" w:hAnsi="Corbel"/>
                <w:b w:val="0"/>
                <w:smallCaps w:val="0"/>
              </w:rPr>
              <w:t>Zna i rozumie</w:t>
            </w:r>
            <w:r w:rsidR="00B2602D" w:rsidRPr="2D6802F4">
              <w:rPr>
                <w:rFonts w:ascii="Corbel" w:hAnsi="Corbel"/>
                <w:b w:val="0"/>
                <w:smallCaps w:val="0"/>
              </w:rPr>
              <w:t xml:space="preserve"> różnice pomiędzy prawem Unii Europejskiej a prawem międzynarodowym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2A2F" w14:textId="77777777" w:rsidR="00B2602D" w:rsidRDefault="00B2602D" w:rsidP="00B26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602D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C357D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B2602D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C27B41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21355498" w14:textId="77777777" w:rsidR="00C27B41" w:rsidRPr="00B2602D" w:rsidRDefault="00C27B41" w:rsidP="00B26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K_W05,</w:t>
            </w:r>
          </w:p>
        </w:tc>
      </w:tr>
      <w:tr w:rsidR="00B2602D" w:rsidRPr="00632618" w14:paraId="5D3923B8" w14:textId="77777777" w:rsidTr="2D6802F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0800" w14:textId="77777777" w:rsidR="00B2602D" w:rsidRPr="00B2602D" w:rsidRDefault="00B2602D" w:rsidP="009B6F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602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363C" w14:textId="77777777" w:rsidR="00B2602D" w:rsidRPr="00B2602D" w:rsidRDefault="6725BAD3" w:rsidP="2D6802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D6802F4">
              <w:rPr>
                <w:rFonts w:ascii="Corbel" w:hAnsi="Corbel"/>
                <w:b w:val="0"/>
                <w:smallCaps w:val="0"/>
              </w:rPr>
              <w:t>Zna i rozumie</w:t>
            </w:r>
            <w:r w:rsidR="00B2602D" w:rsidRPr="2D6802F4">
              <w:rPr>
                <w:rFonts w:ascii="Corbel" w:hAnsi="Corbel"/>
                <w:b w:val="0"/>
                <w:smallCaps w:val="0"/>
              </w:rPr>
              <w:t xml:space="preserve"> główne instytucje Unii Europejskiej oraz potrafi wskazać ich rolę w procesie decyzyjnym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DBC0" w14:textId="77777777" w:rsidR="00B2602D" w:rsidRDefault="00B2602D" w:rsidP="00B26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602D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C357D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B2602D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C27B4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260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1A75E0E" w14:textId="77777777" w:rsidR="00C27B41" w:rsidRPr="00B2602D" w:rsidRDefault="00B2602D" w:rsidP="00B26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602D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C357D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B2602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B2602D" w:rsidRPr="00632618" w14:paraId="7CFB506E" w14:textId="77777777" w:rsidTr="2D6802F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198C" w14:textId="77777777" w:rsidR="00B2602D" w:rsidRPr="00B2602D" w:rsidRDefault="00B2602D" w:rsidP="009B6F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602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0720" w14:textId="77777777" w:rsidR="00B2602D" w:rsidRPr="00B2602D" w:rsidRDefault="6725BAD3" w:rsidP="2D6802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D6802F4">
              <w:rPr>
                <w:rFonts w:ascii="Corbel" w:hAnsi="Corbel"/>
                <w:b w:val="0"/>
                <w:smallCaps w:val="0"/>
              </w:rPr>
              <w:t>Potrafi s</w:t>
            </w:r>
            <w:r w:rsidR="00B2602D" w:rsidRPr="2D6802F4">
              <w:rPr>
                <w:rFonts w:ascii="Corbel" w:hAnsi="Corbel"/>
                <w:b w:val="0"/>
                <w:smallCaps w:val="0"/>
              </w:rPr>
              <w:t>charakteryz</w:t>
            </w:r>
            <w:r w:rsidRPr="2D6802F4">
              <w:rPr>
                <w:rFonts w:ascii="Corbel" w:hAnsi="Corbel"/>
                <w:b w:val="0"/>
                <w:smallCaps w:val="0"/>
              </w:rPr>
              <w:t>ować</w:t>
            </w:r>
            <w:r w:rsidR="00B2602D" w:rsidRPr="2D6802F4">
              <w:rPr>
                <w:rFonts w:ascii="Corbel" w:hAnsi="Corbel"/>
                <w:b w:val="0"/>
                <w:smallCaps w:val="0"/>
              </w:rPr>
              <w:t xml:space="preserve"> zagadnienia poszczególnych działów prawa Unii Europejskiej oraz potrafi formułować własne wnioski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627F" w14:textId="77777777" w:rsidR="00B2602D" w:rsidRDefault="00B2602D" w:rsidP="00FB2988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B2602D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C357D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B2602D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1E1AB1AD" w14:textId="77777777" w:rsidR="00C27B41" w:rsidRPr="00B2602D" w:rsidRDefault="00C27B41" w:rsidP="00B26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K_U07,</w:t>
            </w:r>
          </w:p>
        </w:tc>
      </w:tr>
      <w:tr w:rsidR="00B2602D" w:rsidRPr="00632618" w14:paraId="5ABEFBB8" w14:textId="77777777" w:rsidTr="2D6802F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7262" w14:textId="77777777" w:rsidR="00B2602D" w:rsidRPr="00B2602D" w:rsidRDefault="00B2602D" w:rsidP="009B6F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602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B298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25F79" w14:textId="77777777" w:rsidR="00B2602D" w:rsidRPr="00B2602D" w:rsidRDefault="6725BAD3" w:rsidP="2D6802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D6802F4">
              <w:rPr>
                <w:rFonts w:ascii="Corbel" w:hAnsi="Corbel"/>
                <w:b w:val="0"/>
                <w:smallCaps w:val="0"/>
              </w:rPr>
              <w:t xml:space="preserve">Jest gotów </w:t>
            </w:r>
            <w:r w:rsidR="00B2602D" w:rsidRPr="2D6802F4">
              <w:rPr>
                <w:rFonts w:ascii="Corbel" w:hAnsi="Corbel"/>
                <w:b w:val="0"/>
                <w:smallCaps w:val="0"/>
              </w:rPr>
              <w:t>oceni</w:t>
            </w:r>
            <w:r w:rsidRPr="2D6802F4">
              <w:rPr>
                <w:rFonts w:ascii="Corbel" w:hAnsi="Corbel"/>
                <w:b w:val="0"/>
                <w:smallCaps w:val="0"/>
              </w:rPr>
              <w:t>ć</w:t>
            </w:r>
            <w:r w:rsidR="00B2602D" w:rsidRPr="2D6802F4">
              <w:rPr>
                <w:rFonts w:ascii="Corbel" w:hAnsi="Corbel"/>
                <w:b w:val="0"/>
                <w:smallCaps w:val="0"/>
              </w:rPr>
              <w:t xml:space="preserve"> stan faktyczny w świetle odpowiednich regulacji prawa Unii Europejskiej oraz wybranego orzecznictwa Trybunału Sprawiedliwości UE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E2D9" w14:textId="77777777" w:rsidR="00C27B41" w:rsidRPr="00B2602D" w:rsidRDefault="00C27B41" w:rsidP="00B26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B2602D" w:rsidRPr="00632618" w14:paraId="7F3F0641" w14:textId="77777777" w:rsidTr="2D6802F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5216" w14:textId="77777777" w:rsidR="00B2602D" w:rsidRPr="00B2602D" w:rsidRDefault="00B2602D" w:rsidP="009B6F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602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B2988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6008" w14:textId="77777777" w:rsidR="00B2602D" w:rsidRPr="00B2602D" w:rsidRDefault="6725BAD3" w:rsidP="2D6802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D6802F4">
              <w:rPr>
                <w:rFonts w:ascii="Corbel" w:hAnsi="Corbel"/>
                <w:b w:val="0"/>
                <w:smallCaps w:val="0"/>
              </w:rPr>
              <w:t>Jest gotów</w:t>
            </w:r>
            <w:r w:rsidR="00B2602D" w:rsidRPr="2D6802F4">
              <w:rPr>
                <w:rFonts w:ascii="Corbel" w:hAnsi="Corbel"/>
                <w:b w:val="0"/>
                <w:smallCaps w:val="0"/>
              </w:rPr>
              <w:t xml:space="preserve"> dokonywa</w:t>
            </w:r>
            <w:r w:rsidRPr="2D6802F4">
              <w:rPr>
                <w:rFonts w:ascii="Corbel" w:hAnsi="Corbel"/>
                <w:b w:val="0"/>
                <w:smallCaps w:val="0"/>
              </w:rPr>
              <w:t>ć subsumpcji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AB4C3" w14:textId="77777777" w:rsidR="00214BE8" w:rsidRPr="00B2602D" w:rsidRDefault="00214BE8" w:rsidP="00B26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3E6378">
              <w:rPr>
                <w:rFonts w:ascii="Corbel" w:hAnsi="Corbel"/>
                <w:b w:val="0"/>
                <w:smallCaps w:val="0"/>
                <w:szCs w:val="24"/>
              </w:rPr>
              <w:t>_U07</w:t>
            </w:r>
          </w:p>
        </w:tc>
      </w:tr>
    </w:tbl>
    <w:p w14:paraId="61CDCE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2D6802F4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B2988" w:rsidRPr="00D15EE9" w14:paraId="3A3AF27E" w14:textId="77777777" w:rsidTr="3F4099EC">
        <w:trPr>
          <w:trHeight w:val="21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C2EA" w14:textId="77777777" w:rsidR="00FB2988" w:rsidRPr="00D15EE9" w:rsidRDefault="00FB2988" w:rsidP="00B260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15EE9">
              <w:rPr>
                <w:rFonts w:ascii="Corbel" w:hAnsi="Corbel"/>
                <w:sz w:val="24"/>
              </w:rPr>
              <w:t>Treści merytoryczne:</w:t>
            </w:r>
          </w:p>
        </w:tc>
      </w:tr>
      <w:tr w:rsidR="00FB2988" w:rsidRPr="00D15EE9" w14:paraId="0BA828AF" w14:textId="77777777" w:rsidTr="3F4099EC">
        <w:trPr>
          <w:trHeight w:val="21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1AD2" w14:textId="77777777" w:rsidR="00FB2988" w:rsidRPr="00D15EE9" w:rsidRDefault="07D3483B" w:rsidP="2D6802F4">
            <w:pPr>
              <w:pStyle w:val="Akapitzlist"/>
              <w:ind w:left="90"/>
              <w:jc w:val="both"/>
              <w:rPr>
                <w:rFonts w:ascii="Corbel" w:hAnsi="Corbel"/>
                <w:sz w:val="24"/>
                <w:szCs w:val="24"/>
              </w:rPr>
            </w:pPr>
            <w:r w:rsidRPr="2D6802F4">
              <w:rPr>
                <w:rFonts w:ascii="Corbel" w:hAnsi="Corbel"/>
                <w:sz w:val="24"/>
                <w:szCs w:val="24"/>
              </w:rPr>
              <w:lastRenderedPageBreak/>
              <w:t xml:space="preserve">Ogólna charakterystyka wewnętrznej struktury organizacji międzynarodowych, zadań realizowanych przez poszczególne organy i instytucje, sposobu ich powoływania oraz statusu wchodzących w ich skład osób </w:t>
            </w:r>
          </w:p>
        </w:tc>
      </w:tr>
      <w:tr w:rsidR="00FB2988" w:rsidRPr="00D15EE9" w14:paraId="68A4D6A3" w14:textId="77777777" w:rsidTr="3F4099EC">
        <w:trPr>
          <w:trHeight w:val="21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B43D" w14:textId="77777777" w:rsidR="00FB2988" w:rsidRPr="00D15EE9" w:rsidRDefault="07D3483B" w:rsidP="2D6802F4">
            <w:pPr>
              <w:pStyle w:val="Akapitzlist"/>
              <w:ind w:left="90"/>
              <w:jc w:val="both"/>
              <w:rPr>
                <w:rFonts w:ascii="Corbel" w:hAnsi="Corbel"/>
                <w:sz w:val="24"/>
                <w:szCs w:val="24"/>
              </w:rPr>
            </w:pPr>
            <w:r w:rsidRPr="2D6802F4">
              <w:rPr>
                <w:rFonts w:ascii="Corbel" w:hAnsi="Corbel"/>
                <w:sz w:val="24"/>
                <w:szCs w:val="24"/>
              </w:rPr>
              <w:t>Charakterystyka Parlamentu Europejskiego, jego składu osobowego i statusu członków, sposobu powoływania deputowanych, struktury wewnętrznej, organizacji pracy, trybu podejmowania decyzji, realizowanych funkcji i zadań</w:t>
            </w:r>
          </w:p>
        </w:tc>
      </w:tr>
      <w:tr w:rsidR="00FB2988" w:rsidRPr="00D15EE9" w14:paraId="01775ECE" w14:textId="77777777" w:rsidTr="3F4099EC">
        <w:trPr>
          <w:trHeight w:val="21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3BABF" w14:textId="02B2C0F3" w:rsidR="00FB2988" w:rsidRPr="00D15EE9" w:rsidRDefault="07D3483B" w:rsidP="2D6802F4">
            <w:pPr>
              <w:pStyle w:val="Akapitzlist"/>
              <w:ind w:left="90"/>
              <w:jc w:val="both"/>
              <w:rPr>
                <w:rFonts w:ascii="Corbel" w:hAnsi="Corbel"/>
                <w:sz w:val="24"/>
                <w:szCs w:val="24"/>
              </w:rPr>
            </w:pPr>
            <w:r w:rsidRPr="2D6802F4">
              <w:rPr>
                <w:rFonts w:ascii="Corbel" w:hAnsi="Corbel"/>
                <w:sz w:val="24"/>
                <w:szCs w:val="24"/>
              </w:rPr>
              <w:t>Charakterystyka Rady Europejskiej, jej składu osobowego i statusu członków, struktury wewnętrznej oraz organizacji pracy, realizowanych funkcji i zadań, a także roli w wyznaczaniu kierunków i tempa procesów integracyjnych w Europie</w:t>
            </w:r>
          </w:p>
        </w:tc>
      </w:tr>
      <w:tr w:rsidR="00FB2988" w:rsidRPr="00D15EE9" w14:paraId="22805CE6" w14:textId="77777777" w:rsidTr="3F4099EC">
        <w:trPr>
          <w:trHeight w:val="21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777F" w14:textId="77777777" w:rsidR="00FB2988" w:rsidRPr="00D15EE9" w:rsidRDefault="07D3483B" w:rsidP="2D6802F4">
            <w:pPr>
              <w:pStyle w:val="Akapitzlist"/>
              <w:ind w:left="90"/>
              <w:jc w:val="both"/>
              <w:rPr>
                <w:rFonts w:ascii="Corbel" w:hAnsi="Corbel"/>
                <w:sz w:val="24"/>
                <w:szCs w:val="24"/>
              </w:rPr>
            </w:pPr>
            <w:r w:rsidRPr="2D6802F4">
              <w:rPr>
                <w:rFonts w:ascii="Corbel" w:hAnsi="Corbel"/>
                <w:sz w:val="24"/>
                <w:szCs w:val="24"/>
              </w:rPr>
              <w:t xml:space="preserve"> Charakterystyka Komisji Europejskiej, sposobu jej powoływania, składu osobowego i statusu członków, zakresu przywilejów i immunitetów posiadanych przez poszczególnych komisarzy, struktury wewnętrznej oraz organizacji pracy Komisji, a także realizowanych funkcji i zadań ze szczególnym uwzględnieniem kontroli przestrzegania prawa UE przez państwa członkowskie</w:t>
            </w:r>
          </w:p>
        </w:tc>
      </w:tr>
      <w:tr w:rsidR="00FB2988" w:rsidRPr="00D15EE9" w14:paraId="0C56FC1D" w14:textId="77777777" w:rsidTr="3F4099EC">
        <w:trPr>
          <w:trHeight w:val="21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486E4" w14:textId="77777777" w:rsidR="00FB2988" w:rsidRPr="00D15EE9" w:rsidRDefault="07D3483B" w:rsidP="2D6802F4">
            <w:pPr>
              <w:pStyle w:val="Akapitzlist"/>
              <w:ind w:left="90"/>
              <w:jc w:val="both"/>
              <w:rPr>
                <w:rFonts w:ascii="Corbel" w:hAnsi="Corbel"/>
                <w:sz w:val="24"/>
                <w:szCs w:val="24"/>
              </w:rPr>
            </w:pPr>
            <w:r w:rsidRPr="2D6802F4">
              <w:rPr>
                <w:rFonts w:ascii="Corbel" w:hAnsi="Corbel"/>
                <w:sz w:val="24"/>
                <w:szCs w:val="24"/>
              </w:rPr>
              <w:t>Charakterystyka Rady UE, sposobu jej powoływania, składu osobowego i statusu członków, struktury wewnętrznej oraz organizacji pracy, a także realizowanych funkcji i zadań ze szczególnym uwzględnieniem roli w procesie prawodawczym w UE</w:t>
            </w:r>
          </w:p>
        </w:tc>
      </w:tr>
      <w:tr w:rsidR="00FB2988" w:rsidRPr="00D15EE9" w14:paraId="40A55E5A" w14:textId="77777777" w:rsidTr="3F4099EC">
        <w:trPr>
          <w:trHeight w:val="21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FFF5" w14:textId="384A2AFA" w:rsidR="00FB2988" w:rsidRPr="00D15EE9" w:rsidRDefault="19DC99D8" w:rsidP="2D6802F4">
            <w:pPr>
              <w:pStyle w:val="Akapitzlist"/>
              <w:spacing w:after="0" w:line="240" w:lineRule="auto"/>
              <w:ind w:left="90"/>
              <w:jc w:val="both"/>
              <w:rPr>
                <w:rFonts w:ascii="Corbel" w:hAnsi="Corbel"/>
                <w:sz w:val="24"/>
                <w:szCs w:val="24"/>
              </w:rPr>
            </w:pPr>
            <w:r w:rsidRPr="3F4099EC">
              <w:rPr>
                <w:rFonts w:ascii="Corbel" w:hAnsi="Corbel"/>
                <w:sz w:val="24"/>
                <w:szCs w:val="24"/>
              </w:rPr>
              <w:t>Charakterystyka Trybunału Sprawiedliwości UE, sposobu powoływania sędziów oraz rzeczników generalnych, posiadanych przywilejów oraz immunitetów, a także składów i</w:t>
            </w:r>
            <w:r w:rsidR="272134C9" w:rsidRPr="3F4099EC">
              <w:rPr>
                <w:rFonts w:ascii="Corbel" w:hAnsi="Corbel"/>
                <w:sz w:val="24"/>
                <w:szCs w:val="24"/>
              </w:rPr>
              <w:t xml:space="preserve"> </w:t>
            </w:r>
            <w:r w:rsidRPr="3F4099EC">
              <w:rPr>
                <w:rFonts w:ascii="Corbel" w:hAnsi="Corbel"/>
                <w:sz w:val="24"/>
                <w:szCs w:val="24"/>
              </w:rPr>
              <w:t>właściwości poszczególnych izb Trybunału. Omówienie przebiegu najważniejszych postępowań przez Trybunałem Sprawiedliwości, w tym postępowania w sprawie naruszenia przez państwo członkowskie zobowiązań traktatowych, postępowania w sprawie stwierdzenia nieważności aktu prawa UE oraz postępowania związanego z udzielaniem odpowiedzi na pytania prejudycjalne kierowane przez sądy państw członkowskich</w:t>
            </w:r>
          </w:p>
        </w:tc>
      </w:tr>
      <w:tr w:rsidR="00FB2988" w:rsidRPr="00D15EE9" w14:paraId="0F449C69" w14:textId="77777777" w:rsidTr="3F4099EC">
        <w:trPr>
          <w:trHeight w:val="21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A7D7" w14:textId="77777777" w:rsidR="00FB2988" w:rsidRPr="00D15EE9" w:rsidRDefault="07D3483B" w:rsidP="2D6802F4">
            <w:pPr>
              <w:pStyle w:val="Akapitzlist"/>
              <w:spacing w:after="0" w:line="240" w:lineRule="auto"/>
              <w:ind w:left="90"/>
              <w:jc w:val="both"/>
              <w:rPr>
                <w:rFonts w:ascii="Corbel" w:hAnsi="Corbel"/>
                <w:sz w:val="24"/>
                <w:szCs w:val="24"/>
              </w:rPr>
            </w:pPr>
            <w:r w:rsidRPr="2D6802F4">
              <w:rPr>
                <w:rFonts w:ascii="Corbel" w:hAnsi="Corbel"/>
                <w:sz w:val="24"/>
                <w:szCs w:val="24"/>
              </w:rPr>
              <w:t>Charakterystyka Trybunału Obrachunkowego, jego składu osobowego oraz zadań związanych z kontrolą rachunków dochodów i wydatków UE oraz poświadczaniem wiarygodności dokumentów. Omówienie najważniejszych międzynarodowych standardów kontroli przyjmowanych w praktyce działalności Trybunału</w:t>
            </w:r>
          </w:p>
        </w:tc>
      </w:tr>
      <w:tr w:rsidR="00FB2988" w:rsidRPr="00D15EE9" w14:paraId="4E78AE40" w14:textId="77777777" w:rsidTr="3F4099EC">
        <w:trPr>
          <w:trHeight w:val="21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593C" w14:textId="77777777" w:rsidR="00FB2988" w:rsidRPr="00D15EE9" w:rsidRDefault="07D3483B" w:rsidP="2D6802F4">
            <w:pPr>
              <w:pStyle w:val="Akapitzlist"/>
              <w:spacing w:after="0" w:line="240" w:lineRule="auto"/>
              <w:ind w:left="90"/>
              <w:jc w:val="both"/>
              <w:rPr>
                <w:rFonts w:ascii="Corbel" w:hAnsi="Corbel"/>
                <w:sz w:val="24"/>
                <w:szCs w:val="24"/>
              </w:rPr>
            </w:pPr>
            <w:r w:rsidRPr="2D6802F4">
              <w:rPr>
                <w:rFonts w:ascii="Corbel" w:hAnsi="Corbel"/>
                <w:sz w:val="24"/>
                <w:szCs w:val="24"/>
              </w:rPr>
              <w:t xml:space="preserve">Charakterystyka Europejskiego Banku Centralnego, jego genezy oraz organów decyzyjnych, roli w zakresie utrzymania stabilności cen i ustalania polityki gospodarczej i pieniężnej UE. Przedstawienie najważniejszych mechanizmów służących zagwarantowaniu niezależności instytucjonalnej, prawnej, funkcjonalnej oraz operacyjnej Banku </w:t>
            </w:r>
          </w:p>
        </w:tc>
      </w:tr>
      <w:tr w:rsidR="00FB2988" w:rsidRPr="00D15EE9" w14:paraId="06B2EB11" w14:textId="77777777" w:rsidTr="3F4099EC">
        <w:trPr>
          <w:trHeight w:val="21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C4A1E" w14:textId="65ED8388" w:rsidR="00FB2988" w:rsidRPr="00D15EE9" w:rsidRDefault="07D3483B" w:rsidP="2D6802F4">
            <w:pPr>
              <w:pStyle w:val="Akapitzlist"/>
              <w:spacing w:after="0" w:line="240" w:lineRule="auto"/>
              <w:ind w:left="90"/>
              <w:jc w:val="both"/>
              <w:rPr>
                <w:rFonts w:ascii="Corbel" w:hAnsi="Corbel"/>
                <w:sz w:val="24"/>
                <w:szCs w:val="24"/>
              </w:rPr>
            </w:pPr>
            <w:r w:rsidRPr="2D6802F4">
              <w:rPr>
                <w:rFonts w:ascii="Corbel" w:hAnsi="Corbel"/>
                <w:sz w:val="24"/>
                <w:szCs w:val="24"/>
              </w:rPr>
              <w:t>Charakterystyka prawa pierwotnego UE, przedstawienie przedmiotowego zakresu traktatów założycielskich, rewizyjnych oraz akcesyjnych,</w:t>
            </w:r>
            <w:r w:rsidR="6D16582F" w:rsidRPr="2D6802F4">
              <w:rPr>
                <w:rFonts w:ascii="Corbel" w:hAnsi="Corbel"/>
                <w:sz w:val="24"/>
                <w:szCs w:val="24"/>
              </w:rPr>
              <w:t xml:space="preserve"> </w:t>
            </w:r>
            <w:r w:rsidRPr="2D6802F4">
              <w:rPr>
                <w:rFonts w:ascii="Corbel" w:hAnsi="Corbel"/>
                <w:sz w:val="24"/>
                <w:szCs w:val="24"/>
              </w:rPr>
              <w:t>procedury ich zawierania oraz warunków wejścia w życie; przedstawienie roli zasad ogólnych w procesie tworzenia i stosowania prawa UE oraz konsekwencji ich naruszenia; omówienie miejsca i znaczenia Karty Praw Podstawowych w systemie prawa pierwotnego UE</w:t>
            </w:r>
          </w:p>
        </w:tc>
      </w:tr>
      <w:tr w:rsidR="00FB2988" w:rsidRPr="00D15EE9" w14:paraId="34D98AB9" w14:textId="77777777" w:rsidTr="3F4099EC">
        <w:trPr>
          <w:trHeight w:val="21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D08B" w14:textId="089CD2EC" w:rsidR="00FB2988" w:rsidRPr="00D15EE9" w:rsidRDefault="07D3483B" w:rsidP="2D6802F4">
            <w:pPr>
              <w:pStyle w:val="Akapitzlist"/>
              <w:spacing w:after="0" w:line="240" w:lineRule="auto"/>
              <w:ind w:left="90"/>
              <w:jc w:val="both"/>
              <w:rPr>
                <w:rFonts w:ascii="Corbel" w:hAnsi="Corbel"/>
                <w:sz w:val="24"/>
                <w:szCs w:val="24"/>
              </w:rPr>
            </w:pPr>
            <w:r w:rsidRPr="2D6802F4">
              <w:rPr>
                <w:rFonts w:ascii="Corbel" w:hAnsi="Corbel"/>
                <w:sz w:val="24"/>
                <w:szCs w:val="24"/>
              </w:rPr>
              <w:t>Charakterystyka prawa pochodnego UE: aktów prawodawczych, delegowanych oraz wykonawczych. Omówienie form, w jakich tworzone są akty prawa pochodnego oraz procedury ich stanowienia. Przedstawienie mechanizmów badania zgodności oraz skutków stwierdzenia niezgodności aktów prawa pochodnego UE z prawem pierwotnym.</w:t>
            </w:r>
          </w:p>
        </w:tc>
      </w:tr>
    </w:tbl>
    <w:p w14:paraId="52E5622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2D6802F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2D6802F4">
        <w:rPr>
          <w:rFonts w:ascii="Corbel" w:hAnsi="Corbel"/>
          <w:sz w:val="24"/>
          <w:szCs w:val="24"/>
        </w:rPr>
        <w:t xml:space="preserve">, </w:t>
      </w:r>
      <w:r w:rsidRPr="2D6802F4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B2988" w:rsidRPr="00D15EE9" w14:paraId="587EA2A8" w14:textId="77777777" w:rsidTr="3F4099EC">
        <w:tc>
          <w:tcPr>
            <w:tcW w:w="9639" w:type="dxa"/>
          </w:tcPr>
          <w:p w14:paraId="35113026" w14:textId="77777777" w:rsidR="00FB2988" w:rsidRPr="00D15EE9" w:rsidRDefault="07D3483B" w:rsidP="2D6802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D6802F4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FB2988" w:rsidRPr="00D15EE9" w14:paraId="421FFC79" w14:textId="77777777" w:rsidTr="3F4099EC">
        <w:trPr>
          <w:trHeight w:val="810"/>
        </w:trPr>
        <w:tc>
          <w:tcPr>
            <w:tcW w:w="9639" w:type="dxa"/>
          </w:tcPr>
          <w:p w14:paraId="628D01FC" w14:textId="77777777" w:rsidR="00FB2988" w:rsidRPr="00D15EE9" w:rsidRDefault="07D3483B" w:rsidP="2D6802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2D6802F4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Zagadnienia wprowadzające. Zapoznanie z podstawową terminologią związaną z prawem Unii Europejskiej oraz wyjaśnienie podstawowych założeń przedmiotu </w:t>
            </w:r>
          </w:p>
        </w:tc>
      </w:tr>
      <w:tr w:rsidR="00FB2988" w:rsidRPr="00D15EE9" w14:paraId="47D152A0" w14:textId="77777777" w:rsidTr="3F4099EC">
        <w:trPr>
          <w:trHeight w:val="375"/>
        </w:trPr>
        <w:tc>
          <w:tcPr>
            <w:tcW w:w="9639" w:type="dxa"/>
          </w:tcPr>
          <w:p w14:paraId="4CFD314A" w14:textId="77777777" w:rsidR="00FB2988" w:rsidRPr="00D15EE9" w:rsidRDefault="07D3483B" w:rsidP="2D6802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2D6802F4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Zarys historii integracji europejskiej – od Traktatów rzymskich do Traktatu z Lizbony </w:t>
            </w:r>
          </w:p>
        </w:tc>
      </w:tr>
      <w:tr w:rsidR="00FB2988" w:rsidRPr="00D15EE9" w14:paraId="4E02502E" w14:textId="77777777" w:rsidTr="3F4099EC">
        <w:trPr>
          <w:trHeight w:val="345"/>
        </w:trPr>
        <w:tc>
          <w:tcPr>
            <w:tcW w:w="9639" w:type="dxa"/>
          </w:tcPr>
          <w:p w14:paraId="6F4CE7AB" w14:textId="77777777" w:rsidR="00FB2988" w:rsidRPr="00D15EE9" w:rsidRDefault="07D3483B" w:rsidP="2D6802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2D6802F4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Cele oraz zadania UE. Podstawy prawne funkcjonowania UE </w:t>
            </w:r>
          </w:p>
        </w:tc>
      </w:tr>
      <w:tr w:rsidR="00FB2988" w:rsidRPr="00D15EE9" w14:paraId="3C42C5C9" w14:textId="77777777" w:rsidTr="3F4099EC">
        <w:trPr>
          <w:trHeight w:val="1340"/>
        </w:trPr>
        <w:tc>
          <w:tcPr>
            <w:tcW w:w="9639" w:type="dxa"/>
          </w:tcPr>
          <w:p w14:paraId="27DFC20D" w14:textId="074D73FC" w:rsidR="00FB2988" w:rsidRPr="00D15EE9" w:rsidRDefault="07D3483B" w:rsidP="2D6802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2D6802F4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Zakres czasowy i terytorialny obowiązywania traktatów. </w:t>
            </w:r>
          </w:p>
          <w:p w14:paraId="3785ADD3" w14:textId="77777777" w:rsidR="00FB2988" w:rsidRPr="00D15EE9" w:rsidRDefault="07D3483B" w:rsidP="2D6802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2D6802F4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Struktura UE po reformie lizbońskiej. Konsekwencje członkostwa państwa w UE (przystąpienie do UE, wystąpienie z UE, wykluczenie państwa z UE, teoretyczne możliwości rozwiązania UE, zawieszenie praw państwa członkowskiego w UE) </w:t>
            </w:r>
          </w:p>
        </w:tc>
      </w:tr>
      <w:tr w:rsidR="00FB2988" w:rsidRPr="00D15EE9" w14:paraId="0B677A80" w14:textId="77777777" w:rsidTr="3F4099EC">
        <w:trPr>
          <w:trHeight w:val="1077"/>
        </w:trPr>
        <w:tc>
          <w:tcPr>
            <w:tcW w:w="9639" w:type="dxa"/>
          </w:tcPr>
          <w:p w14:paraId="76373DB3" w14:textId="66D60A7B" w:rsidR="00FB2988" w:rsidRPr="00D15EE9" w:rsidRDefault="19DC99D8" w:rsidP="2D6802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3F4099EC">
              <w:rPr>
                <w:rFonts w:ascii="Corbel" w:eastAsia="Cambria" w:hAnsi="Corbel"/>
                <w:sz w:val="24"/>
                <w:szCs w:val="24"/>
                <w:lang w:eastAsia="pl-PL"/>
              </w:rPr>
              <w:t>Podział na kompetencje UE i kompetencje państw członkowskich. Zasada pomocniczości i</w:t>
            </w:r>
            <w:r w:rsidR="20BA9E65" w:rsidRPr="3F4099EC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 </w:t>
            </w:r>
            <w:r w:rsidRPr="3F4099EC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proporcjonalności oraz wartości na których opiera się Unia (art. 2 TUE) i ochrona praw podstawowych. Obywatelstwo UE. Konsekwencje naruszenia tych wartości (art. 7 TUE) </w:t>
            </w:r>
          </w:p>
        </w:tc>
      </w:tr>
      <w:tr w:rsidR="00FB2988" w:rsidRPr="00D15EE9" w14:paraId="02B26E02" w14:textId="77777777" w:rsidTr="3F4099EC">
        <w:trPr>
          <w:trHeight w:val="558"/>
        </w:trPr>
        <w:tc>
          <w:tcPr>
            <w:tcW w:w="9639" w:type="dxa"/>
          </w:tcPr>
          <w:p w14:paraId="7937442C" w14:textId="271AE051" w:rsidR="00FB2988" w:rsidRPr="00D15EE9" w:rsidRDefault="19DC99D8" w:rsidP="2D6802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3F4099EC">
              <w:rPr>
                <w:rFonts w:ascii="Corbel" w:eastAsia="Cambria" w:hAnsi="Corbel"/>
                <w:sz w:val="24"/>
                <w:szCs w:val="24"/>
                <w:lang w:eastAsia="pl-PL"/>
              </w:rPr>
              <w:t>Wspólna Polityka Zagraniczna i Bezpieczeństwa oraz Przestrzeń Wolności, Bezpieczeństwa i</w:t>
            </w:r>
            <w:r w:rsidR="44D876D4" w:rsidRPr="3F4099EC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 </w:t>
            </w:r>
            <w:r w:rsidRPr="3F4099EC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Sprawiedliwości </w:t>
            </w:r>
          </w:p>
        </w:tc>
      </w:tr>
      <w:tr w:rsidR="00FB2988" w:rsidRPr="00D15EE9" w14:paraId="65B05C61" w14:textId="77777777" w:rsidTr="3F4099EC">
        <w:trPr>
          <w:trHeight w:val="615"/>
        </w:trPr>
        <w:tc>
          <w:tcPr>
            <w:tcW w:w="9639" w:type="dxa"/>
          </w:tcPr>
          <w:p w14:paraId="7B853802" w14:textId="77777777" w:rsidR="00FB2988" w:rsidRPr="00D15EE9" w:rsidRDefault="07D3483B" w:rsidP="2D6802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2D6802F4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Wprowadzenie do systemu instytucjonalnego UE oraz struktura tego systemu: </w:t>
            </w:r>
          </w:p>
          <w:p w14:paraId="6DAEF617" w14:textId="77777777" w:rsidR="00FB2988" w:rsidRPr="00D15EE9" w:rsidRDefault="07D3483B" w:rsidP="2D6802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2D6802F4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Parlament Europejski, Komisja Europejska </w:t>
            </w:r>
          </w:p>
        </w:tc>
      </w:tr>
      <w:tr w:rsidR="00FB2988" w:rsidRPr="00D15EE9" w14:paraId="00A14A3B" w14:textId="77777777" w:rsidTr="3F4099EC">
        <w:trPr>
          <w:trHeight w:val="645"/>
        </w:trPr>
        <w:tc>
          <w:tcPr>
            <w:tcW w:w="9639" w:type="dxa"/>
          </w:tcPr>
          <w:p w14:paraId="6EC7A641" w14:textId="77777777" w:rsidR="00FB2988" w:rsidRPr="00D15EE9" w:rsidRDefault="07D3483B" w:rsidP="2D6802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2D6802F4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Rada Europejska, Rada UE (wraz ze skrótowym przedstawieniem podstawowych priorytetów jakie stały przed Polską w ramach Prezydencji w UE w 2011 r.) </w:t>
            </w:r>
          </w:p>
        </w:tc>
      </w:tr>
      <w:tr w:rsidR="00FB2988" w:rsidRPr="00D15EE9" w14:paraId="614CBE67" w14:textId="77777777" w:rsidTr="3F4099EC">
        <w:trPr>
          <w:trHeight w:val="585"/>
        </w:trPr>
        <w:tc>
          <w:tcPr>
            <w:tcW w:w="9639" w:type="dxa"/>
          </w:tcPr>
          <w:p w14:paraId="0DF54130" w14:textId="77777777" w:rsidR="00FB2988" w:rsidRPr="00D15EE9" w:rsidRDefault="07D3483B" w:rsidP="2D6802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2D6802F4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Trybunał Sprawiedliwości UE (Trybunał Sprawiedliwości, Sąd, Sąd ds. Służby Publicznej jako sąd wyspecjalizowany) </w:t>
            </w:r>
          </w:p>
        </w:tc>
      </w:tr>
      <w:tr w:rsidR="00FB2988" w:rsidRPr="00D15EE9" w14:paraId="193AD6B4" w14:textId="77777777" w:rsidTr="3F4099EC">
        <w:trPr>
          <w:trHeight w:val="723"/>
        </w:trPr>
        <w:tc>
          <w:tcPr>
            <w:tcW w:w="9639" w:type="dxa"/>
          </w:tcPr>
          <w:p w14:paraId="3687CAD7" w14:textId="77777777" w:rsidR="00FB2988" w:rsidRPr="00D15EE9" w:rsidRDefault="07D3483B" w:rsidP="2D6802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2D6802F4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Trybunał Obrachunkowy i instytucje finansowe (Europejski Bank Centralny oraz Europejski System Banków Centralnych, Europejskie Bank Inwestycyjny) </w:t>
            </w:r>
          </w:p>
        </w:tc>
      </w:tr>
      <w:tr w:rsidR="00FB2988" w:rsidRPr="00D15EE9" w14:paraId="2469D2A6" w14:textId="77777777" w:rsidTr="3F4099EC">
        <w:trPr>
          <w:trHeight w:val="345"/>
        </w:trPr>
        <w:tc>
          <w:tcPr>
            <w:tcW w:w="9639" w:type="dxa"/>
          </w:tcPr>
          <w:p w14:paraId="74F521B0" w14:textId="77777777" w:rsidR="00FB2988" w:rsidRPr="00D15EE9" w:rsidRDefault="07D3483B" w:rsidP="2D6802F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2D6802F4">
              <w:rPr>
                <w:rFonts w:ascii="Corbel" w:eastAsia="Cambria" w:hAnsi="Corbel"/>
                <w:sz w:val="24"/>
                <w:szCs w:val="24"/>
              </w:rPr>
              <w:t>Status prawny funkcjonariuszy UE</w:t>
            </w:r>
          </w:p>
        </w:tc>
      </w:tr>
      <w:tr w:rsidR="00FB2988" w:rsidRPr="00D15EE9" w14:paraId="6757E084" w14:textId="77777777" w:rsidTr="3F4099EC">
        <w:trPr>
          <w:trHeight w:val="1620"/>
        </w:trPr>
        <w:tc>
          <w:tcPr>
            <w:tcW w:w="9639" w:type="dxa"/>
          </w:tcPr>
          <w:p w14:paraId="3D2829CB" w14:textId="77777777" w:rsidR="00FB2988" w:rsidRPr="00D15EE9" w:rsidRDefault="07D3483B" w:rsidP="2D6802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2D6802F4">
              <w:rPr>
                <w:rFonts w:ascii="Corbel" w:eastAsia="Cambria" w:hAnsi="Corbel"/>
                <w:sz w:val="24"/>
                <w:szCs w:val="24"/>
                <w:lang w:eastAsia="pl-PL"/>
              </w:rPr>
              <w:t>Źródła Prawa UE:</w:t>
            </w:r>
          </w:p>
          <w:p w14:paraId="4752EC24" w14:textId="77777777" w:rsidR="00FB2988" w:rsidRPr="00D15EE9" w:rsidRDefault="07D3483B" w:rsidP="2D6802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2D6802F4">
              <w:rPr>
                <w:rFonts w:ascii="Corbel" w:eastAsia="Cambria" w:hAnsi="Corbel"/>
                <w:sz w:val="24"/>
                <w:szCs w:val="24"/>
                <w:lang w:eastAsia="pl-PL"/>
              </w:rPr>
              <w:t>Prawo pierwotne – Traktaty założycielskie, traktaty akcesyjne, traktat reformujące, ogólne zasady prawa i prawo zwyczajowe.</w:t>
            </w:r>
          </w:p>
          <w:p w14:paraId="40A63797" w14:textId="5DAEC303" w:rsidR="00FB2988" w:rsidRPr="00D15EE9" w:rsidRDefault="19DC99D8" w:rsidP="2D6802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3F4099EC">
              <w:rPr>
                <w:rFonts w:ascii="Corbel" w:eastAsia="Cambria" w:hAnsi="Corbel"/>
                <w:sz w:val="24"/>
                <w:szCs w:val="24"/>
                <w:lang w:eastAsia="pl-PL"/>
              </w:rPr>
              <w:t>Prawo pochodne – akty prawodawcze i nieprawodawcze oraz akty prawa pochodnego o</w:t>
            </w:r>
            <w:r w:rsidR="5D03D641" w:rsidRPr="3F4099EC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 </w:t>
            </w:r>
            <w:r w:rsidRPr="3F4099EC">
              <w:rPr>
                <w:rFonts w:ascii="Corbel" w:eastAsia="Cambria" w:hAnsi="Corbel"/>
                <w:sz w:val="24"/>
                <w:szCs w:val="24"/>
                <w:lang w:eastAsia="pl-PL"/>
              </w:rPr>
              <w:t>charakterze niewiążącym.</w:t>
            </w:r>
          </w:p>
          <w:p w14:paraId="42A5874E" w14:textId="77777777" w:rsidR="00FB2988" w:rsidRPr="00D15EE9" w:rsidRDefault="07D3483B" w:rsidP="2D6802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2D6802F4">
              <w:rPr>
                <w:rFonts w:ascii="Corbel" w:eastAsia="Cambria" w:hAnsi="Corbel"/>
                <w:sz w:val="24"/>
                <w:szCs w:val="24"/>
                <w:lang w:eastAsia="pl-PL"/>
              </w:rPr>
              <w:t>Umowy międzynarodowe w systemie prawnym UE.</w:t>
            </w:r>
          </w:p>
        </w:tc>
      </w:tr>
      <w:tr w:rsidR="00FB2988" w:rsidRPr="00D15EE9" w14:paraId="1DFCF2A1" w14:textId="77777777" w:rsidTr="3F4099EC">
        <w:trPr>
          <w:trHeight w:val="540"/>
        </w:trPr>
        <w:tc>
          <w:tcPr>
            <w:tcW w:w="9639" w:type="dxa"/>
          </w:tcPr>
          <w:p w14:paraId="50941977" w14:textId="77777777" w:rsidR="00FB2988" w:rsidRPr="00D15EE9" w:rsidRDefault="07D3483B" w:rsidP="2D6802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2D6802F4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Tworzenie prawa w UE na przykładzie wybranego aktu prawodawczego UE (dyrektywa, rozporządzenie, dyrektywa) </w:t>
            </w:r>
          </w:p>
        </w:tc>
      </w:tr>
      <w:tr w:rsidR="00FB2988" w:rsidRPr="00D15EE9" w14:paraId="33E805CD" w14:textId="77777777" w:rsidTr="3F4099EC">
        <w:trPr>
          <w:trHeight w:val="608"/>
        </w:trPr>
        <w:tc>
          <w:tcPr>
            <w:tcW w:w="9639" w:type="dxa"/>
          </w:tcPr>
          <w:p w14:paraId="01298B21" w14:textId="77777777" w:rsidR="00FB2988" w:rsidRPr="00D15EE9" w:rsidRDefault="07D3483B" w:rsidP="2D6802F4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  <w:szCs w:val="24"/>
                <w:lang w:eastAsia="pl-PL"/>
              </w:rPr>
            </w:pPr>
            <w:r w:rsidRPr="2D6802F4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Zasady stosowania prawa UE na płaszczyźnie krajowej – zasada pierwszeństwa i zasada skutku bezpośredniego </w:t>
            </w:r>
          </w:p>
        </w:tc>
      </w:tr>
    </w:tbl>
    <w:p w14:paraId="074593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2D6802F4">
        <w:rPr>
          <w:rFonts w:ascii="Corbel" w:hAnsi="Corbel"/>
          <w:smallCaps w:val="0"/>
        </w:rPr>
        <w:t>3.4 Metody dydaktyczne</w:t>
      </w:r>
      <w:r w:rsidRPr="2D6802F4">
        <w:rPr>
          <w:rFonts w:ascii="Corbel" w:hAnsi="Corbel"/>
          <w:b w:val="0"/>
          <w:smallCaps w:val="0"/>
        </w:rPr>
        <w:t xml:space="preserve"> </w:t>
      </w:r>
    </w:p>
    <w:p w14:paraId="6DFB9E2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B68BBD" w14:textId="77777777" w:rsidR="005561FE" w:rsidRPr="00D15EE9" w:rsidRDefault="005561FE" w:rsidP="005561F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orbel" w:eastAsia="Cambria" w:hAnsi="Corbel"/>
          <w:sz w:val="24"/>
        </w:rPr>
      </w:pPr>
      <w:r w:rsidRPr="00D15EE9">
        <w:rPr>
          <w:rFonts w:ascii="Corbel" w:eastAsia="Cambria" w:hAnsi="Corbel"/>
          <w:sz w:val="24"/>
        </w:rPr>
        <w:t>wykład informacyjny, problemowy, metody kształcenia na odległość,</w:t>
      </w:r>
    </w:p>
    <w:p w14:paraId="44E871BC" w14:textId="30C8BE83" w:rsidR="00E960BB" w:rsidRDefault="005561FE" w:rsidP="2D6802F4">
      <w:pPr>
        <w:numPr>
          <w:ilvl w:val="0"/>
          <w:numId w:val="3"/>
        </w:num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 w:rsidRPr="2D6802F4">
        <w:rPr>
          <w:rFonts w:ascii="Corbel" w:eastAsia="Cambria" w:hAnsi="Corbel"/>
          <w:sz w:val="24"/>
          <w:szCs w:val="24"/>
        </w:rPr>
        <w:t>ćwiczenia- analiza i interpretacja tekstów źródłowych, praca w grupach, dyskusja, metody kształcenia na odległość.</w:t>
      </w:r>
    </w:p>
    <w:p w14:paraId="738610E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37805D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63F29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C3740EA" w14:textId="77777777" w:rsidTr="2D6802F4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3AC1580F" w14:textId="071BBA6B" w:rsidR="0085747A" w:rsidRPr="009C54AE" w:rsidRDefault="00A84C85" w:rsidP="2D680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2D680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5637F147" w:rsidRPr="2D680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10AEA" w:rsidRPr="009C54AE" w14:paraId="23083FEC" w14:textId="77777777" w:rsidTr="2D6802F4">
        <w:tc>
          <w:tcPr>
            <w:tcW w:w="1985" w:type="dxa"/>
          </w:tcPr>
          <w:p w14:paraId="1EB017B1" w14:textId="77777777" w:rsidR="00410AEA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14:paraId="76466B44" w14:textId="77777777" w:rsidR="00410AEA" w:rsidRPr="009C54AE" w:rsidRDefault="00FB2988" w:rsidP="005561F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ćwiczeń, </w:t>
            </w:r>
            <w:r w:rsidR="005561FE"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="00410AEA">
              <w:rPr>
                <w:rFonts w:ascii="Corbel" w:hAnsi="Corbel"/>
                <w:b w:val="0"/>
                <w:szCs w:val="24"/>
              </w:rPr>
              <w:t xml:space="preserve">kolokwium, </w:t>
            </w:r>
          </w:p>
        </w:tc>
        <w:tc>
          <w:tcPr>
            <w:tcW w:w="2126" w:type="dxa"/>
          </w:tcPr>
          <w:p w14:paraId="2F7CC7D9" w14:textId="77777777" w:rsidR="00410AEA" w:rsidRPr="009C54AE" w:rsidRDefault="005561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410AEA">
              <w:rPr>
                <w:rFonts w:ascii="Corbel" w:hAnsi="Corbel"/>
                <w:b w:val="0"/>
                <w:szCs w:val="24"/>
              </w:rPr>
              <w:t>ćw,</w:t>
            </w:r>
          </w:p>
        </w:tc>
      </w:tr>
      <w:tr w:rsidR="00FB2988" w:rsidRPr="009C54AE" w14:paraId="0C88C68C" w14:textId="77777777" w:rsidTr="2D6802F4">
        <w:tc>
          <w:tcPr>
            <w:tcW w:w="1985" w:type="dxa"/>
          </w:tcPr>
          <w:p w14:paraId="727CF0E4" w14:textId="77777777" w:rsidR="00FB2988" w:rsidRPr="009C54AE" w:rsidRDefault="00FB2988" w:rsidP="00FB298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CA2C41E" w14:textId="77777777" w:rsidR="00FB2988" w:rsidRPr="009C54AE" w:rsidRDefault="00FB2988" w:rsidP="00FB298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ćwiczeń, egzamin pisemny, kolokwium, </w:t>
            </w:r>
          </w:p>
        </w:tc>
        <w:tc>
          <w:tcPr>
            <w:tcW w:w="2126" w:type="dxa"/>
          </w:tcPr>
          <w:p w14:paraId="5C0EA831" w14:textId="77777777" w:rsidR="00FB2988" w:rsidRPr="009C54AE" w:rsidRDefault="00FB2988" w:rsidP="00FB298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ćw,</w:t>
            </w:r>
          </w:p>
        </w:tc>
      </w:tr>
      <w:tr w:rsidR="00FB2988" w:rsidRPr="009C54AE" w14:paraId="2577B9B3" w14:textId="77777777" w:rsidTr="2D6802F4">
        <w:tc>
          <w:tcPr>
            <w:tcW w:w="1985" w:type="dxa"/>
          </w:tcPr>
          <w:p w14:paraId="002D746F" w14:textId="77777777" w:rsidR="00FB2988" w:rsidRPr="009C54AE" w:rsidRDefault="00FB2988" w:rsidP="00FB298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BF76012" w14:textId="77777777" w:rsidR="00FB2988" w:rsidRPr="009C54AE" w:rsidRDefault="00FB2988" w:rsidP="00FB298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ćwiczeń, egzamin pisemny, kolokwium, </w:t>
            </w:r>
          </w:p>
        </w:tc>
        <w:tc>
          <w:tcPr>
            <w:tcW w:w="2126" w:type="dxa"/>
          </w:tcPr>
          <w:p w14:paraId="3BFA0216" w14:textId="77777777" w:rsidR="00FB2988" w:rsidRPr="009C54AE" w:rsidRDefault="00FB2988" w:rsidP="00FB298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ćw,</w:t>
            </w:r>
          </w:p>
        </w:tc>
      </w:tr>
      <w:tr w:rsidR="00FB2988" w:rsidRPr="009C54AE" w14:paraId="59249746" w14:textId="77777777" w:rsidTr="2D6802F4">
        <w:tc>
          <w:tcPr>
            <w:tcW w:w="1985" w:type="dxa"/>
          </w:tcPr>
          <w:p w14:paraId="3A04FA72" w14:textId="77777777" w:rsidR="00FB2988" w:rsidRPr="009C54AE" w:rsidRDefault="00FB2988" w:rsidP="00FB298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A390B85" w14:textId="77777777" w:rsidR="00FB2988" w:rsidRPr="009C54AE" w:rsidRDefault="00FB2988" w:rsidP="00FB298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ćwiczeń, egzamin pisemny, kolokwium, </w:t>
            </w:r>
          </w:p>
        </w:tc>
        <w:tc>
          <w:tcPr>
            <w:tcW w:w="2126" w:type="dxa"/>
          </w:tcPr>
          <w:p w14:paraId="06DF7F04" w14:textId="77777777" w:rsidR="00FB2988" w:rsidRPr="009C54AE" w:rsidRDefault="009C5AAD" w:rsidP="00FB298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FB2988">
              <w:rPr>
                <w:rFonts w:ascii="Corbel" w:hAnsi="Corbel"/>
                <w:b w:val="0"/>
                <w:szCs w:val="24"/>
              </w:rPr>
              <w:t>ćw,</w:t>
            </w:r>
          </w:p>
        </w:tc>
      </w:tr>
      <w:tr w:rsidR="00FB2988" w:rsidRPr="009C54AE" w14:paraId="78CED9F8" w14:textId="77777777" w:rsidTr="2D6802F4">
        <w:tc>
          <w:tcPr>
            <w:tcW w:w="1985" w:type="dxa"/>
          </w:tcPr>
          <w:p w14:paraId="4A2F1096" w14:textId="77777777" w:rsidR="00FB2988" w:rsidRDefault="00FB2988" w:rsidP="00FB298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6F62431" w14:textId="77777777" w:rsidR="00FB2988" w:rsidRPr="009C54AE" w:rsidRDefault="00FB2988" w:rsidP="00FB298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ćwiczeń, egzamin pisemny, kolokwium, </w:t>
            </w:r>
          </w:p>
        </w:tc>
        <w:tc>
          <w:tcPr>
            <w:tcW w:w="2126" w:type="dxa"/>
          </w:tcPr>
          <w:p w14:paraId="4A59B91B" w14:textId="77777777" w:rsidR="00FB2988" w:rsidRDefault="00FB2988" w:rsidP="00FB298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ćw,</w:t>
            </w:r>
          </w:p>
        </w:tc>
      </w:tr>
      <w:tr w:rsidR="00FB2988" w:rsidRPr="009C54AE" w14:paraId="6476062C" w14:textId="77777777" w:rsidTr="2D6802F4">
        <w:tc>
          <w:tcPr>
            <w:tcW w:w="1985" w:type="dxa"/>
          </w:tcPr>
          <w:p w14:paraId="1E73F495" w14:textId="77777777" w:rsidR="00FB2988" w:rsidRDefault="00FB2988" w:rsidP="00FB298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E0D1DDB" w14:textId="77777777" w:rsidR="00FB2988" w:rsidRPr="009C54AE" w:rsidRDefault="00FB2988" w:rsidP="00FB298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ćwiczeń, egzamin pisemny, kolokwium, </w:t>
            </w:r>
          </w:p>
        </w:tc>
        <w:tc>
          <w:tcPr>
            <w:tcW w:w="2126" w:type="dxa"/>
          </w:tcPr>
          <w:p w14:paraId="16DE7960" w14:textId="77777777" w:rsidR="00FB2988" w:rsidRDefault="00FB2988" w:rsidP="00FB298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ćw,</w:t>
            </w:r>
          </w:p>
        </w:tc>
      </w:tr>
    </w:tbl>
    <w:p w14:paraId="3B7B4B86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182907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15EE9" w14:paraId="1FE39CCB" w14:textId="77777777" w:rsidTr="2D6802F4">
        <w:tc>
          <w:tcPr>
            <w:tcW w:w="9670" w:type="dxa"/>
          </w:tcPr>
          <w:p w14:paraId="25A57C13" w14:textId="77777777" w:rsidR="005561FE" w:rsidRPr="00D15EE9" w:rsidRDefault="005561FE" w:rsidP="005561FE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</w:rPr>
            </w:pPr>
            <w:r w:rsidRPr="00D15EE9">
              <w:rPr>
                <w:rFonts w:ascii="Corbel" w:eastAsia="Cambria" w:hAnsi="Corbel"/>
                <w:b/>
                <w:sz w:val="24"/>
              </w:rPr>
              <w:t>Wykład</w:t>
            </w:r>
            <w:r w:rsidRPr="00D15EE9">
              <w:rPr>
                <w:rFonts w:ascii="Corbel" w:eastAsia="Cambria" w:hAnsi="Corbel"/>
                <w:sz w:val="24"/>
              </w:rPr>
              <w:t xml:space="preserve"> – egzamin - test wielkokrotnego wyboru obejmujący 20 pytań. Warunkiem uzyskania oceny pozytywnej jest zdobycie co najmniej 11 punktów. Na rozwiązanie testu student ma 20 minut.</w:t>
            </w:r>
          </w:p>
          <w:p w14:paraId="2BA226A1" w14:textId="77777777" w:rsidR="005561FE" w:rsidRPr="00D15EE9" w:rsidRDefault="005561FE" w:rsidP="005561F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</w:rPr>
            </w:pPr>
          </w:p>
          <w:p w14:paraId="2081DA37" w14:textId="77777777" w:rsidR="0085747A" w:rsidRPr="00D15EE9" w:rsidRDefault="005561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5EE9">
              <w:rPr>
                <w:rFonts w:ascii="Corbel" w:eastAsia="Cambria" w:hAnsi="Corbel"/>
                <w:smallCaps w:val="0"/>
              </w:rPr>
              <w:t xml:space="preserve">Ćwiczenia </w:t>
            </w:r>
            <w:r w:rsidRPr="00D15EE9">
              <w:rPr>
                <w:rFonts w:ascii="Corbel" w:eastAsia="Cambria" w:hAnsi="Corbel"/>
                <w:b w:val="0"/>
                <w:smallCaps w:val="0"/>
              </w:rPr>
              <w:t xml:space="preserve">– zaliczenie - </w:t>
            </w:r>
            <w:r w:rsidR="00410AEA" w:rsidRPr="00D15EE9">
              <w:rPr>
                <w:rFonts w:ascii="Corbel" w:eastAsia="Cambria" w:hAnsi="Corbel"/>
                <w:b w:val="0"/>
                <w:smallCaps w:val="0"/>
                <w:lang w:eastAsia="pl-PL"/>
              </w:rPr>
              <w:t>test w</w:t>
            </w:r>
            <w:r w:rsidRPr="00D15EE9">
              <w:rPr>
                <w:rFonts w:ascii="Corbel" w:eastAsia="Cambria" w:hAnsi="Corbel"/>
                <w:b w:val="0"/>
                <w:smallCaps w:val="0"/>
                <w:lang w:eastAsia="pl-PL"/>
              </w:rPr>
              <w:t>ielokrotnego wyboru, obejmujący</w:t>
            </w:r>
            <w:r w:rsidR="00410AEA" w:rsidRPr="00D15EE9">
              <w:rPr>
                <w:rFonts w:ascii="Corbel" w:eastAsia="Cambria" w:hAnsi="Corbel"/>
                <w:b w:val="0"/>
                <w:smallCaps w:val="0"/>
                <w:lang w:eastAsia="pl-PL"/>
              </w:rPr>
              <w:t xml:space="preserve"> 20 pytań. Warunkiem uzyskania oceny pozytywnej jest zdobycie co najmniej 11 punktów. Na rozwiązanie testu student ma 20 minut. Przy zaliczeniu przedmiotu brana jest pod uwagę także aktywność i obecność studenta na zajęciach. W razie nieotrzymania oceny pozytywnej z kolokwium zaliczeniowego, przewiduje się możliwość poprawy kolokwium w formie ustnej.</w:t>
            </w:r>
          </w:p>
          <w:p w14:paraId="0DE4B5B7" w14:textId="47AD50C0" w:rsidR="0085747A" w:rsidRPr="00D15EE9" w:rsidRDefault="0085747A" w:rsidP="2D6802F4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</w:tbl>
    <w:p w14:paraId="66204F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DBF0D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5"/>
        <w:gridCol w:w="4045"/>
      </w:tblGrid>
      <w:tr w:rsidR="0085747A" w:rsidRPr="009C54AE" w14:paraId="63D9DE79" w14:textId="77777777" w:rsidTr="1440F422">
        <w:tc>
          <w:tcPr>
            <w:tcW w:w="5475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045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88F9FBA" w14:textId="77777777" w:rsidTr="1440F422">
        <w:tc>
          <w:tcPr>
            <w:tcW w:w="5475" w:type="dxa"/>
          </w:tcPr>
          <w:p w14:paraId="1AB692D5" w14:textId="77777777" w:rsidR="0085747A" w:rsidRPr="009C54AE" w:rsidRDefault="00C61DC5" w:rsidP="2D6802F4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1440F422">
              <w:rPr>
                <w:rFonts w:ascii="Corbel" w:eastAsia="Corbel" w:hAnsi="Corbel" w:cs="Corbel"/>
                <w:sz w:val="24"/>
                <w:szCs w:val="24"/>
              </w:rPr>
              <w:t>G</w:t>
            </w:r>
            <w:r w:rsidR="0085747A" w:rsidRPr="1440F422">
              <w:rPr>
                <w:rFonts w:ascii="Corbel" w:eastAsia="Corbel" w:hAnsi="Corbel" w:cs="Corbel"/>
                <w:sz w:val="24"/>
                <w:szCs w:val="24"/>
              </w:rPr>
              <w:t xml:space="preserve">odziny </w:t>
            </w:r>
            <w:r w:rsidRPr="1440F422">
              <w:rPr>
                <w:rFonts w:ascii="Corbel" w:eastAsia="Corbel" w:hAnsi="Corbel" w:cs="Corbel"/>
                <w:sz w:val="24"/>
                <w:szCs w:val="24"/>
              </w:rPr>
              <w:t>kontaktowe</w:t>
            </w:r>
            <w:r w:rsidR="0085747A" w:rsidRPr="1440F422">
              <w:rPr>
                <w:rFonts w:ascii="Corbel" w:eastAsia="Corbel" w:hAnsi="Corbel" w:cs="Corbel"/>
                <w:sz w:val="24"/>
                <w:szCs w:val="24"/>
              </w:rPr>
              <w:t xml:space="preserve"> w</w:t>
            </w:r>
            <w:r w:rsidRPr="1440F422">
              <w:rPr>
                <w:rFonts w:ascii="Corbel" w:eastAsia="Corbel" w:hAnsi="Corbel" w:cs="Corbel"/>
                <w:sz w:val="24"/>
                <w:szCs w:val="24"/>
              </w:rPr>
              <w:t>ynikające</w:t>
            </w:r>
            <w:r w:rsidR="0085747A" w:rsidRPr="1440F422">
              <w:rPr>
                <w:rFonts w:ascii="Corbel" w:eastAsia="Corbel" w:hAnsi="Corbel" w:cs="Corbel"/>
                <w:sz w:val="24"/>
                <w:szCs w:val="24"/>
              </w:rPr>
              <w:t xml:space="preserve"> z</w:t>
            </w:r>
            <w:r w:rsidR="009C1331" w:rsidRPr="1440F422"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="69DBF070" w:rsidRPr="1440F422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0085747A" w:rsidRPr="1440F422">
              <w:rPr>
                <w:rFonts w:ascii="Corbel" w:eastAsia="Corbel" w:hAnsi="Corbel" w:cs="Corbel"/>
                <w:sz w:val="28"/>
                <w:szCs w:val="28"/>
              </w:rPr>
              <w:t xml:space="preserve"> </w:t>
            </w:r>
            <w:r w:rsidRPr="1440F422">
              <w:rPr>
                <w:rFonts w:ascii="Corbel" w:eastAsia="Corbel" w:hAnsi="Corbel" w:cs="Corbel"/>
                <w:sz w:val="24"/>
                <w:szCs w:val="24"/>
              </w:rPr>
              <w:t>studiów</w:t>
            </w:r>
            <w:r w:rsidR="69DBF070" w:rsidRPr="1440F422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  <w:tc>
          <w:tcPr>
            <w:tcW w:w="4045" w:type="dxa"/>
          </w:tcPr>
          <w:p w14:paraId="3D5C510C" w14:textId="77777777" w:rsidR="0085747A" w:rsidRPr="009C54AE" w:rsidRDefault="009463DF" w:rsidP="2D6802F4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2D6802F4">
              <w:rPr>
                <w:rFonts w:ascii="Corbel" w:eastAsia="Corbel" w:hAnsi="Corbel" w:cs="Corbel"/>
                <w:sz w:val="24"/>
                <w:szCs w:val="24"/>
              </w:rPr>
              <w:t>35</w:t>
            </w:r>
          </w:p>
        </w:tc>
      </w:tr>
      <w:tr w:rsidR="00C61DC5" w:rsidRPr="009C54AE" w14:paraId="409F0BAA" w14:textId="77777777" w:rsidTr="1440F422">
        <w:tc>
          <w:tcPr>
            <w:tcW w:w="5475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045" w:type="dxa"/>
          </w:tcPr>
          <w:p w14:paraId="5D369756" w14:textId="77777777" w:rsidR="00C61DC5" w:rsidRPr="009C54AE" w:rsidRDefault="13B51050" w:rsidP="2D6802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D6802F4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2F7F9F86" w14:textId="77777777" w:rsidTr="1440F422">
        <w:tc>
          <w:tcPr>
            <w:tcW w:w="5475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045" w:type="dxa"/>
          </w:tcPr>
          <w:p w14:paraId="0F8EA849" w14:textId="77777777" w:rsidR="00C61DC5" w:rsidRPr="009C54AE" w:rsidRDefault="009463DF" w:rsidP="2D6802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D6802F4"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9C54AE" w14:paraId="6308A452" w14:textId="77777777" w:rsidTr="1440F422">
        <w:tc>
          <w:tcPr>
            <w:tcW w:w="5475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045" w:type="dxa"/>
          </w:tcPr>
          <w:p w14:paraId="6F5FA94C" w14:textId="77777777" w:rsidR="0085747A" w:rsidRPr="009C54AE" w:rsidRDefault="123AB96A" w:rsidP="2D6802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D6802F4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35CA6A37" w14:textId="77777777" w:rsidTr="1440F422">
        <w:tc>
          <w:tcPr>
            <w:tcW w:w="5475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045" w:type="dxa"/>
          </w:tcPr>
          <w:p w14:paraId="44240AAE" w14:textId="77777777" w:rsidR="0085747A" w:rsidRPr="009C54AE" w:rsidRDefault="005561FE" w:rsidP="2D6802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D6802F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2F1B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275F0F" w14:textId="7ABDB4B0" w:rsidR="1440F422" w:rsidRDefault="1440F422" w:rsidP="1440F422">
      <w:pPr>
        <w:pStyle w:val="Punktygwne"/>
        <w:spacing w:before="0" w:after="0"/>
        <w:rPr>
          <w:rFonts w:ascii="Corbel" w:hAnsi="Corbel"/>
          <w:smallCaps w:val="0"/>
        </w:rPr>
      </w:pPr>
    </w:p>
    <w:p w14:paraId="74EC3710" w14:textId="00FE53D3" w:rsidR="1440F422" w:rsidRDefault="1440F422" w:rsidP="1440F422">
      <w:pPr>
        <w:pStyle w:val="Punktygwne"/>
        <w:spacing w:before="0" w:after="0"/>
        <w:rPr>
          <w:rFonts w:ascii="Corbel" w:hAnsi="Corbel"/>
          <w:smallCaps w:val="0"/>
        </w:rPr>
      </w:pPr>
    </w:p>
    <w:p w14:paraId="13E02E26" w14:textId="5E04C00A" w:rsidR="1440F422" w:rsidRDefault="1440F422" w:rsidP="1440F422">
      <w:pPr>
        <w:pStyle w:val="Punktygwne"/>
        <w:spacing w:before="0" w:after="0"/>
        <w:rPr>
          <w:rFonts w:ascii="Corbel" w:hAnsi="Corbel"/>
          <w:smallCaps w:val="0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2F2C34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2D6802F4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80A4E5D" w14:textId="212A3817" w:rsidR="0085747A" w:rsidRPr="009C54AE" w:rsidRDefault="4C68CAC8" w:rsidP="2D680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D6802F4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05EFD703" w14:textId="77777777" w:rsidTr="2D6802F4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9219836" w14:textId="56FA7DBF" w:rsidR="0085747A" w:rsidRPr="009C54AE" w:rsidRDefault="4C8E8FA5" w:rsidP="2D680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6802F4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296FEF7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194DBD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561FE" w:rsidRPr="00554D1E" w14:paraId="151C118D" w14:textId="77777777" w:rsidTr="2D6802F4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9695" w14:textId="77777777" w:rsidR="005561FE" w:rsidRPr="005561FE" w:rsidRDefault="005561FE" w:rsidP="005561F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561F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2AA0A37" w14:textId="77777777" w:rsidR="005561FE" w:rsidRPr="005561FE" w:rsidRDefault="005561FE" w:rsidP="005561FE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>A. Wyrozumska, J. Barcz, M. Górka, Instytucje i prawo Unii Europejskiej. Podręcznik dla kierunków prawa, zarządzania i administracji, Warszawa 2020,</w:t>
            </w:r>
          </w:p>
          <w:p w14:paraId="2704C42C" w14:textId="77777777" w:rsidR="005561FE" w:rsidRPr="005561FE" w:rsidRDefault="005561FE" w:rsidP="005561FE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>M. Kenig-Witkowska, A. Łazowski, R. Ostrihansky, Prawo instytucjonalne Unii Europejskiej, Warszawa 2019,</w:t>
            </w:r>
          </w:p>
          <w:p w14:paraId="7A13F8F6" w14:textId="77777777" w:rsidR="005561FE" w:rsidRPr="005561FE" w:rsidRDefault="005561FE" w:rsidP="005561FE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>M. Ahlt, M. Szpunar, Prawo Europejskie, Warszawa 2011,</w:t>
            </w:r>
          </w:p>
          <w:p w14:paraId="0F9706F1" w14:textId="77777777" w:rsidR="005561FE" w:rsidRPr="005561FE" w:rsidRDefault="005561FE" w:rsidP="005561FE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>A. Kuś, Prawo Unii Europejskiej z uwzględnieniem Traktatu z Lizbony, Lublin 2010,</w:t>
            </w:r>
          </w:p>
          <w:p w14:paraId="4B5879E7" w14:textId="77777777" w:rsidR="005561FE" w:rsidRPr="005561FE" w:rsidRDefault="005561FE" w:rsidP="005561FE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>J. Barcz i inni, Prawo Unii Europejskiej. Zagadnienia systemowe. Prawo materialne i polityki, Warszawa 2007,</w:t>
            </w:r>
          </w:p>
          <w:p w14:paraId="6E89F3E2" w14:textId="77777777" w:rsidR="005561FE" w:rsidRPr="005561FE" w:rsidRDefault="005561FE" w:rsidP="005561FE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>M. Cini, Unia Europejska. Organizacja i funkcjonowanie, Warszawa 2007,</w:t>
            </w:r>
          </w:p>
          <w:p w14:paraId="13221A85" w14:textId="77777777" w:rsidR="005561FE" w:rsidRPr="005561FE" w:rsidRDefault="005561FE" w:rsidP="005561FE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>R. Skubisz, E. Skrzydło – Tefelska, Prawo Europejskie, Lublin 2006,</w:t>
            </w:r>
          </w:p>
          <w:p w14:paraId="1BA5CC0D" w14:textId="77777777" w:rsidR="005561FE" w:rsidRDefault="005561FE" w:rsidP="005561FE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>A. Wróbel, Wprowadzenie do prawa Wspólnot Europejskich, Unii Europejskiej, Zakamycze 2004,</w:t>
            </w:r>
          </w:p>
          <w:p w14:paraId="0225DE6B" w14:textId="77777777" w:rsidR="005561FE" w:rsidRPr="005561FE" w:rsidRDefault="005561FE" w:rsidP="005561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>E. Wojtaszek – Mik, C. Mik, Traktaty Europejskie, Kraków 2000.</w:t>
            </w:r>
          </w:p>
          <w:p w14:paraId="769D0D3C" w14:textId="77777777" w:rsidR="005561FE" w:rsidRPr="005561FE" w:rsidRDefault="005561FE" w:rsidP="009B6F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561FE" w:rsidRPr="00554D1E" w14:paraId="53774E2C" w14:textId="77777777" w:rsidTr="2D6802F4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6B1D9" w14:textId="77777777" w:rsidR="005561FE" w:rsidRPr="005561FE" w:rsidRDefault="005561FE" w:rsidP="2D6802F4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</w:rPr>
            </w:pPr>
            <w:r w:rsidRPr="2D6802F4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74A697F9" w14:textId="77777777" w:rsidR="005561FE" w:rsidRPr="005561FE" w:rsidRDefault="005561FE" w:rsidP="00EA2DA1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 xml:space="preserve">P. K. Rosiak, M.Szpunar, Postępowanie przed Trybunałem </w:t>
            </w:r>
            <w:r w:rsidR="00EA2DA1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5561FE">
              <w:rPr>
                <w:rFonts w:ascii="Corbel" w:hAnsi="Corbel"/>
                <w:b w:val="0"/>
                <w:smallCaps w:val="0"/>
                <w:szCs w:val="24"/>
              </w:rPr>
              <w:t>prawiedliwości i Sądem Pierwszej Instancji Wspólnot Europejskich. Aspekty Praktyczne, Warszawa 2007,</w:t>
            </w:r>
          </w:p>
          <w:p w14:paraId="008C9581" w14:textId="77777777" w:rsidR="005561FE" w:rsidRPr="005561FE" w:rsidRDefault="005561FE" w:rsidP="00EA2DA1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>D. Kornobis-Romanowska, Sąd krajowy w prawie wspólnotowym, Kraków 2007,</w:t>
            </w:r>
          </w:p>
          <w:p w14:paraId="3D93377F" w14:textId="77777777" w:rsidR="00EA2DA1" w:rsidRPr="005561FE" w:rsidRDefault="005561FE" w:rsidP="00EA2DA1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>M. Domańska i inni, Pytania prejudycjalne do Trybunału Sprawiedliwości Wspólnot Europejskich, Warszawa 2007,</w:t>
            </w:r>
          </w:p>
          <w:p w14:paraId="5281B9B1" w14:textId="77777777" w:rsidR="005561FE" w:rsidRPr="005561FE" w:rsidRDefault="005561FE" w:rsidP="00EA2D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>W. Czapliński i inni, Prawo Wspólnot Europejskich. Orzecznictwo. Wydanie nowe z Suplementem, Warszawa 2006.</w:t>
            </w:r>
          </w:p>
          <w:p w14:paraId="54CD245A" w14:textId="77777777" w:rsidR="005561FE" w:rsidRPr="005561FE" w:rsidRDefault="005561FE" w:rsidP="00EA2D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31BE6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FEB5B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D791F" w14:textId="77777777" w:rsidR="0080540E" w:rsidRDefault="0080540E" w:rsidP="00C16ABF">
      <w:pPr>
        <w:spacing w:after="0" w:line="240" w:lineRule="auto"/>
      </w:pPr>
      <w:r>
        <w:separator/>
      </w:r>
    </w:p>
  </w:endnote>
  <w:endnote w:type="continuationSeparator" w:id="0">
    <w:p w14:paraId="41E925C7" w14:textId="77777777" w:rsidR="0080540E" w:rsidRDefault="0080540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89E3D" w14:textId="77777777" w:rsidR="0080540E" w:rsidRDefault="0080540E" w:rsidP="00C16ABF">
      <w:pPr>
        <w:spacing w:after="0" w:line="240" w:lineRule="auto"/>
      </w:pPr>
      <w:r>
        <w:separator/>
      </w:r>
    </w:p>
  </w:footnote>
  <w:footnote w:type="continuationSeparator" w:id="0">
    <w:p w14:paraId="3F689193" w14:textId="77777777" w:rsidR="0080540E" w:rsidRDefault="0080540E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E4BCF"/>
    <w:multiLevelType w:val="hybridMultilevel"/>
    <w:tmpl w:val="15F83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5C21267"/>
    <w:multiLevelType w:val="hybridMultilevel"/>
    <w:tmpl w:val="6B44B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FA7C6D"/>
    <w:multiLevelType w:val="hybridMultilevel"/>
    <w:tmpl w:val="F080E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9967202">
    <w:abstractNumId w:val="1"/>
  </w:num>
  <w:num w:numId="2" w16cid:durableId="1743137884">
    <w:abstractNumId w:val="3"/>
  </w:num>
  <w:num w:numId="3" w16cid:durableId="962928888">
    <w:abstractNumId w:val="2"/>
  </w:num>
  <w:num w:numId="4" w16cid:durableId="121073098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5A"/>
    <w:rsid w:val="00015B8F"/>
    <w:rsid w:val="00022ECE"/>
    <w:rsid w:val="00042A51"/>
    <w:rsid w:val="00042D2E"/>
    <w:rsid w:val="00044C82"/>
    <w:rsid w:val="00070ED6"/>
    <w:rsid w:val="000742DC"/>
    <w:rsid w:val="00084C12"/>
    <w:rsid w:val="0009066F"/>
    <w:rsid w:val="0009462C"/>
    <w:rsid w:val="00094B12"/>
    <w:rsid w:val="00096C46"/>
    <w:rsid w:val="00097E00"/>
    <w:rsid w:val="000A296F"/>
    <w:rsid w:val="000A2A28"/>
    <w:rsid w:val="000B192D"/>
    <w:rsid w:val="000B28EE"/>
    <w:rsid w:val="000B3E37"/>
    <w:rsid w:val="000C3B9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14BE8"/>
    <w:rsid w:val="0022477D"/>
    <w:rsid w:val="002278A9"/>
    <w:rsid w:val="002336F9"/>
    <w:rsid w:val="0024028F"/>
    <w:rsid w:val="00240D48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6A43"/>
    <w:rsid w:val="003343CF"/>
    <w:rsid w:val="00346FE9"/>
    <w:rsid w:val="0034759A"/>
    <w:rsid w:val="003503F6"/>
    <w:rsid w:val="003530DD"/>
    <w:rsid w:val="00363F78"/>
    <w:rsid w:val="0037498B"/>
    <w:rsid w:val="003A0A5B"/>
    <w:rsid w:val="003A1176"/>
    <w:rsid w:val="003C0BAE"/>
    <w:rsid w:val="003D18A9"/>
    <w:rsid w:val="003D6CE2"/>
    <w:rsid w:val="003E1941"/>
    <w:rsid w:val="003E2FE6"/>
    <w:rsid w:val="003E49D5"/>
    <w:rsid w:val="003E6378"/>
    <w:rsid w:val="003F38C0"/>
    <w:rsid w:val="00410AEA"/>
    <w:rsid w:val="00414E3C"/>
    <w:rsid w:val="0041795A"/>
    <w:rsid w:val="0042244A"/>
    <w:rsid w:val="0042745A"/>
    <w:rsid w:val="00431D5C"/>
    <w:rsid w:val="004362C6"/>
    <w:rsid w:val="00437FA2"/>
    <w:rsid w:val="00445970"/>
    <w:rsid w:val="004478A2"/>
    <w:rsid w:val="0045729E"/>
    <w:rsid w:val="00461EFC"/>
    <w:rsid w:val="004652C2"/>
    <w:rsid w:val="004706D1"/>
    <w:rsid w:val="00471326"/>
    <w:rsid w:val="0047598D"/>
    <w:rsid w:val="004840FD"/>
    <w:rsid w:val="0048467C"/>
    <w:rsid w:val="00490F7D"/>
    <w:rsid w:val="00491678"/>
    <w:rsid w:val="004968E2"/>
    <w:rsid w:val="004A3EEA"/>
    <w:rsid w:val="004A4D1F"/>
    <w:rsid w:val="004B4E99"/>
    <w:rsid w:val="004D5282"/>
    <w:rsid w:val="004F1551"/>
    <w:rsid w:val="004F55A3"/>
    <w:rsid w:val="004F7556"/>
    <w:rsid w:val="0050496F"/>
    <w:rsid w:val="00513B6F"/>
    <w:rsid w:val="00517C63"/>
    <w:rsid w:val="005363C4"/>
    <w:rsid w:val="00536BDE"/>
    <w:rsid w:val="00543ACC"/>
    <w:rsid w:val="005561FE"/>
    <w:rsid w:val="0056696D"/>
    <w:rsid w:val="0059484D"/>
    <w:rsid w:val="005A0855"/>
    <w:rsid w:val="005A3196"/>
    <w:rsid w:val="005A60D7"/>
    <w:rsid w:val="005B1B65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6DC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540E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217"/>
    <w:rsid w:val="00916188"/>
    <w:rsid w:val="00923D7D"/>
    <w:rsid w:val="009463DF"/>
    <w:rsid w:val="009508DF"/>
    <w:rsid w:val="00950DAC"/>
    <w:rsid w:val="00954A07"/>
    <w:rsid w:val="00965CB5"/>
    <w:rsid w:val="00997F14"/>
    <w:rsid w:val="009A78D9"/>
    <w:rsid w:val="009B6F63"/>
    <w:rsid w:val="009C1331"/>
    <w:rsid w:val="009C3E31"/>
    <w:rsid w:val="009C54AE"/>
    <w:rsid w:val="009C5AAD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12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02D"/>
    <w:rsid w:val="00B3130B"/>
    <w:rsid w:val="00B35F4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24E6"/>
    <w:rsid w:val="00C058B4"/>
    <w:rsid w:val="00C05F44"/>
    <w:rsid w:val="00C131B5"/>
    <w:rsid w:val="00C16ABF"/>
    <w:rsid w:val="00C170AE"/>
    <w:rsid w:val="00C26CB7"/>
    <w:rsid w:val="00C27B41"/>
    <w:rsid w:val="00C324C1"/>
    <w:rsid w:val="00C357D0"/>
    <w:rsid w:val="00C36992"/>
    <w:rsid w:val="00C56036"/>
    <w:rsid w:val="00C61DC5"/>
    <w:rsid w:val="00C67E92"/>
    <w:rsid w:val="00C70A26"/>
    <w:rsid w:val="00C766DF"/>
    <w:rsid w:val="00C849F6"/>
    <w:rsid w:val="00C94B98"/>
    <w:rsid w:val="00CA2B96"/>
    <w:rsid w:val="00CA5089"/>
    <w:rsid w:val="00CD60C7"/>
    <w:rsid w:val="00CD6897"/>
    <w:rsid w:val="00CE5BAC"/>
    <w:rsid w:val="00CF25BE"/>
    <w:rsid w:val="00CF78ED"/>
    <w:rsid w:val="00D02B25"/>
    <w:rsid w:val="00D02EBA"/>
    <w:rsid w:val="00D15EE9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3522"/>
    <w:rsid w:val="00DA20C4"/>
    <w:rsid w:val="00DA2114"/>
    <w:rsid w:val="00DA385A"/>
    <w:rsid w:val="00DC6125"/>
    <w:rsid w:val="00DE09C0"/>
    <w:rsid w:val="00DE4A14"/>
    <w:rsid w:val="00DF320D"/>
    <w:rsid w:val="00DF71C8"/>
    <w:rsid w:val="00E129B8"/>
    <w:rsid w:val="00E1378B"/>
    <w:rsid w:val="00E21888"/>
    <w:rsid w:val="00E21E7D"/>
    <w:rsid w:val="00E22FBC"/>
    <w:rsid w:val="00E24BF5"/>
    <w:rsid w:val="00E25338"/>
    <w:rsid w:val="00E35C65"/>
    <w:rsid w:val="00E51E44"/>
    <w:rsid w:val="00E63348"/>
    <w:rsid w:val="00E77E88"/>
    <w:rsid w:val="00E8107D"/>
    <w:rsid w:val="00E960BB"/>
    <w:rsid w:val="00EA2074"/>
    <w:rsid w:val="00EA2DA1"/>
    <w:rsid w:val="00EA4832"/>
    <w:rsid w:val="00EA4E9D"/>
    <w:rsid w:val="00EC4899"/>
    <w:rsid w:val="00ED03AB"/>
    <w:rsid w:val="00ED187A"/>
    <w:rsid w:val="00ED32D2"/>
    <w:rsid w:val="00EE32DE"/>
    <w:rsid w:val="00EE5457"/>
    <w:rsid w:val="00F070AB"/>
    <w:rsid w:val="00F17567"/>
    <w:rsid w:val="00F27A7B"/>
    <w:rsid w:val="00F526AF"/>
    <w:rsid w:val="00F574A7"/>
    <w:rsid w:val="00F617C3"/>
    <w:rsid w:val="00F7066B"/>
    <w:rsid w:val="00F83B28"/>
    <w:rsid w:val="00FA46E5"/>
    <w:rsid w:val="00FB2988"/>
    <w:rsid w:val="00FB7DBA"/>
    <w:rsid w:val="00FC1C25"/>
    <w:rsid w:val="00FC3F45"/>
    <w:rsid w:val="00FC5843"/>
    <w:rsid w:val="00FD503F"/>
    <w:rsid w:val="00FD7589"/>
    <w:rsid w:val="00FF016A"/>
    <w:rsid w:val="00FF1401"/>
    <w:rsid w:val="00FF5E7D"/>
    <w:rsid w:val="02CB795B"/>
    <w:rsid w:val="0785C221"/>
    <w:rsid w:val="07D3483B"/>
    <w:rsid w:val="0A0BAEAE"/>
    <w:rsid w:val="123AB96A"/>
    <w:rsid w:val="13B51050"/>
    <w:rsid w:val="1440F422"/>
    <w:rsid w:val="17E39E9B"/>
    <w:rsid w:val="19DC99D8"/>
    <w:rsid w:val="1A540801"/>
    <w:rsid w:val="1E5208E1"/>
    <w:rsid w:val="20BA9E65"/>
    <w:rsid w:val="25550389"/>
    <w:rsid w:val="272134C9"/>
    <w:rsid w:val="289094FC"/>
    <w:rsid w:val="2D6802F4"/>
    <w:rsid w:val="323B7417"/>
    <w:rsid w:val="33D74478"/>
    <w:rsid w:val="370EE53A"/>
    <w:rsid w:val="38AAB59B"/>
    <w:rsid w:val="3A2D5D9F"/>
    <w:rsid w:val="3BC92E00"/>
    <w:rsid w:val="3F4099EC"/>
    <w:rsid w:val="44D876D4"/>
    <w:rsid w:val="492E6309"/>
    <w:rsid w:val="4BE498A6"/>
    <w:rsid w:val="4C68CAC8"/>
    <w:rsid w:val="4C8E8FA5"/>
    <w:rsid w:val="5637F147"/>
    <w:rsid w:val="5B3DB336"/>
    <w:rsid w:val="5BCFBAF9"/>
    <w:rsid w:val="5D03D641"/>
    <w:rsid w:val="644C3CFE"/>
    <w:rsid w:val="6725BAD3"/>
    <w:rsid w:val="69DBF070"/>
    <w:rsid w:val="6B921C43"/>
    <w:rsid w:val="6D16582F"/>
    <w:rsid w:val="79D5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59D60"/>
  <w15:docId w15:val="{40D49FBD-C097-4F4B-9CF8-629482917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9352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D93522"/>
    <w:rPr>
      <w:rFonts w:ascii="Consolas" w:hAnsi="Consolas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38CDF-0B48-4D89-9657-6D6DB393D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6</Pages>
  <Words>1762</Words>
  <Characters>10575</Characters>
  <Application>Microsoft Office Word</Application>
  <DocSecurity>0</DocSecurity>
  <Lines>88</Lines>
  <Paragraphs>24</Paragraphs>
  <ScaleCrop>false</ScaleCrop>
  <Company>Hewlett-Packard Company</Company>
  <LinksUpToDate>false</LinksUpToDate>
  <CharactersWithSpaces>12313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Przemysław Maj</cp:lastModifiedBy>
  <cp:revision>12</cp:revision>
  <cp:lastPrinted>2019-02-06T22:12:00Z</cp:lastPrinted>
  <dcterms:created xsi:type="dcterms:W3CDTF">2021-12-17T10:18:00Z</dcterms:created>
  <dcterms:modified xsi:type="dcterms:W3CDTF">2025-11-15T00:40:00Z</dcterms:modified>
</cp:coreProperties>
</file>